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4FB" w:rsidRDefault="00B714FB" w:rsidP="000F2B7C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714FB" w:rsidRPr="00011E81" w:rsidRDefault="00B714FB" w:rsidP="00011E81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Диагностика</w:t>
      </w:r>
      <w:r w:rsidRPr="00011E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динамики</w:t>
      </w:r>
      <w:r w:rsidRPr="00093E4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личностного развития школьников  </w:t>
      </w:r>
      <w:r w:rsidRPr="00011E81">
        <w:rPr>
          <w:rFonts w:ascii="Times New Roman" w:hAnsi="Times New Roman"/>
          <w:b/>
          <w:i/>
          <w:sz w:val="24"/>
          <w:szCs w:val="24"/>
        </w:rPr>
        <w:t>(основная и средняя школа)</w:t>
      </w:r>
    </w:p>
    <w:p w:rsidR="00B714FB" w:rsidRDefault="00B714FB" w:rsidP="000F2B7C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714FB" w:rsidRPr="00011E81" w:rsidRDefault="00B714FB" w:rsidP="00011E81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Основанием для оценки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динамики личностного развития подростков и старших школьников является опросник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«Личностный рост»</w:t>
      </w:r>
      <w:r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F31E2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F31E2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(авторов </w:t>
      </w:r>
      <w:r w:rsidRPr="00244DEF">
        <w:rPr>
          <w:rFonts w:ascii="Times New Roman" w:hAnsi="Times New Roman"/>
          <w:bCs/>
          <w:sz w:val="24"/>
          <w:szCs w:val="24"/>
        </w:rPr>
        <w:t>Д.В.Григорьев</w:t>
      </w:r>
      <w:r>
        <w:rPr>
          <w:rFonts w:ascii="Times New Roman" w:hAnsi="Times New Roman"/>
          <w:bCs/>
          <w:sz w:val="24"/>
          <w:szCs w:val="24"/>
        </w:rPr>
        <w:t>,  И.В.Степанова, П.В.Степанов) в двух частях, проводится классным руководителем и заместителем директора ОУ по воспитательной работе (возможно привлечение других специалистов сферы воспитания).</w:t>
      </w:r>
    </w:p>
    <w:p w:rsidR="00B714FB" w:rsidRPr="009C62FA" w:rsidRDefault="00B714FB" w:rsidP="00011E81">
      <w:pPr>
        <w:shd w:val="clear" w:color="auto" w:fill="FFFFFF"/>
        <w:tabs>
          <w:tab w:val="left" w:pos="81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Оценка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динамики личностного развития </w:t>
      </w:r>
      <w:r>
        <w:rPr>
          <w:rFonts w:ascii="Times New Roman" w:hAnsi="Times New Roman"/>
          <w:color w:val="000000"/>
          <w:sz w:val="24"/>
          <w:szCs w:val="24"/>
        </w:rPr>
        <w:t xml:space="preserve">школьников </w:t>
      </w:r>
      <w:r w:rsidRPr="009C62FA">
        <w:rPr>
          <w:rFonts w:ascii="Times New Roman" w:hAnsi="Times New Roman"/>
          <w:color w:val="000000"/>
          <w:sz w:val="24"/>
          <w:szCs w:val="24"/>
        </w:rPr>
        <w:t xml:space="preserve"> производится по следующим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критериям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:</w:t>
      </w:r>
    </w:p>
    <w:p w:rsidR="00B714FB" w:rsidRPr="00F2302A" w:rsidRDefault="00B714FB" w:rsidP="00011E81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F2302A">
        <w:rPr>
          <w:rFonts w:ascii="Times New Roman" w:hAnsi="Times New Roman"/>
          <w:sz w:val="24"/>
          <w:szCs w:val="24"/>
        </w:rPr>
        <w:t xml:space="preserve">нания (представления) об основных социально-нравственных нормах  </w:t>
      </w:r>
    </w:p>
    <w:p w:rsidR="00B714FB" w:rsidRPr="00F2302A" w:rsidRDefault="00B714FB" w:rsidP="00011E81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2302A">
        <w:rPr>
          <w:rFonts w:ascii="Times New Roman" w:hAnsi="Times New Roman"/>
          <w:sz w:val="24"/>
          <w:szCs w:val="24"/>
        </w:rPr>
        <w:t xml:space="preserve">озитивные отношения к базовым ценностям общества (опыт переживаний) </w:t>
      </w:r>
    </w:p>
    <w:p w:rsidR="00B714FB" w:rsidRPr="00011E81" w:rsidRDefault="00B714FB" w:rsidP="00011E81">
      <w:pPr>
        <w:pStyle w:val="ListParagraph"/>
        <w:widowControl w:val="0"/>
        <w:numPr>
          <w:ilvl w:val="0"/>
          <w:numId w:val="38"/>
        </w:numPr>
        <w:tabs>
          <w:tab w:val="left" w:pos="331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11E81">
        <w:rPr>
          <w:rFonts w:ascii="Times New Roman" w:hAnsi="Times New Roman"/>
          <w:sz w:val="24"/>
          <w:szCs w:val="24"/>
        </w:rPr>
        <w:t>опыт самостоятельного ценностно-ориентированного социального действия</w:t>
      </w:r>
    </w:p>
    <w:p w:rsidR="00B714FB" w:rsidRDefault="00B714FB" w:rsidP="000F2B7C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714FB" w:rsidRPr="00011E81" w:rsidRDefault="00B714FB" w:rsidP="00011E81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 xml:space="preserve">Опросник «Личностный рост»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44DEF">
        <w:rPr>
          <w:rFonts w:ascii="Times New Roman" w:hAnsi="Times New Roman"/>
          <w:b/>
          <w:bCs/>
          <w:sz w:val="24"/>
          <w:szCs w:val="24"/>
        </w:rPr>
        <w:t>для  учащихся 5 - 8-х классов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02"/>
        <w:jc w:val="center"/>
        <w:rPr>
          <w:rFonts w:ascii="Times New Roman" w:hAnsi="Times New Roman"/>
          <w:b/>
          <w:iCs/>
          <w:sz w:val="24"/>
          <w:szCs w:val="24"/>
        </w:rPr>
      </w:pPr>
      <w:r w:rsidRPr="00244DEF">
        <w:rPr>
          <w:rFonts w:ascii="Times New Roman" w:hAnsi="Times New Roman"/>
          <w:b/>
          <w:iCs/>
          <w:sz w:val="24"/>
          <w:szCs w:val="24"/>
        </w:rPr>
        <w:t>Часть 1</w:t>
      </w:r>
    </w:p>
    <w:p w:rsidR="00B714FB" w:rsidRPr="000F2246" w:rsidRDefault="00B714FB" w:rsidP="00011E81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F2246">
        <w:rPr>
          <w:rFonts w:ascii="Times New Roman" w:hAnsi="Times New Roman"/>
          <w:iCs/>
          <w:sz w:val="24"/>
          <w:szCs w:val="24"/>
          <w:u w:val="single"/>
        </w:rPr>
        <w:t>Вариант проведения</w:t>
      </w:r>
      <w:r w:rsidRPr="000F2246">
        <w:rPr>
          <w:rFonts w:ascii="Times New Roman" w:hAnsi="Times New Roman"/>
          <w:iCs/>
          <w:sz w:val="24"/>
          <w:szCs w:val="24"/>
        </w:rPr>
        <w:t>: педагог в устной форме разъясняет школьникам правила заполнения таблицы</w:t>
      </w:r>
      <w:r>
        <w:rPr>
          <w:rFonts w:ascii="Times New Roman" w:hAnsi="Times New Roman"/>
          <w:iCs/>
          <w:sz w:val="24"/>
          <w:szCs w:val="24"/>
        </w:rPr>
        <w:t>,</w:t>
      </w:r>
      <w:r w:rsidRPr="000F2246">
        <w:rPr>
          <w:rFonts w:ascii="Times New Roman" w:hAnsi="Times New Roman"/>
          <w:iCs/>
          <w:sz w:val="24"/>
          <w:szCs w:val="24"/>
        </w:rPr>
        <w:t xml:space="preserve"> зачитывает предложенные высказывания опросник</w:t>
      </w:r>
      <w:r>
        <w:rPr>
          <w:rFonts w:ascii="Times New Roman" w:hAnsi="Times New Roman"/>
          <w:iCs/>
          <w:sz w:val="24"/>
          <w:szCs w:val="24"/>
        </w:rPr>
        <w:t>а, школьники самостоятельно заполняют таблицу.</w:t>
      </w:r>
    </w:p>
    <w:p w:rsidR="00B714FB" w:rsidRPr="000F2246" w:rsidRDefault="00B714FB" w:rsidP="000F2246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F2246">
        <w:rPr>
          <w:rFonts w:ascii="Times New Roman" w:hAnsi="Times New Roman"/>
          <w:iCs/>
          <w:sz w:val="24"/>
          <w:szCs w:val="24"/>
          <w:u w:val="single"/>
        </w:rPr>
        <w:t>Вариант проведения</w:t>
      </w:r>
      <w:r w:rsidRPr="000F2246">
        <w:rPr>
          <w:rFonts w:ascii="Times New Roman" w:hAnsi="Times New Roman"/>
          <w:iCs/>
          <w:sz w:val="24"/>
          <w:szCs w:val="24"/>
        </w:rPr>
        <w:t>: школьник</w:t>
      </w:r>
      <w:r>
        <w:rPr>
          <w:rFonts w:ascii="Times New Roman" w:hAnsi="Times New Roman"/>
          <w:iCs/>
          <w:sz w:val="24"/>
          <w:szCs w:val="24"/>
        </w:rPr>
        <w:t>и</w:t>
      </w:r>
      <w:r w:rsidRPr="000F2246">
        <w:rPr>
          <w:rFonts w:ascii="Times New Roman" w:hAnsi="Times New Roman"/>
          <w:iCs/>
          <w:sz w:val="24"/>
          <w:szCs w:val="24"/>
        </w:rPr>
        <w:t xml:space="preserve"> самостоятельно </w:t>
      </w:r>
      <w:r>
        <w:rPr>
          <w:rFonts w:ascii="Times New Roman" w:hAnsi="Times New Roman"/>
          <w:iCs/>
          <w:sz w:val="24"/>
          <w:szCs w:val="24"/>
        </w:rPr>
        <w:t>знакомя</w:t>
      </w:r>
      <w:r w:rsidRPr="000F2246">
        <w:rPr>
          <w:rFonts w:ascii="Times New Roman" w:hAnsi="Times New Roman"/>
          <w:iCs/>
          <w:sz w:val="24"/>
          <w:szCs w:val="24"/>
        </w:rPr>
        <w:t>тся с правилами заполнения таблицы,  сам</w:t>
      </w:r>
      <w:r>
        <w:rPr>
          <w:rFonts w:ascii="Times New Roman" w:hAnsi="Times New Roman"/>
          <w:iCs/>
          <w:sz w:val="24"/>
          <w:szCs w:val="24"/>
        </w:rPr>
        <w:t>и читаю</w:t>
      </w:r>
      <w:r w:rsidRPr="000F2246">
        <w:rPr>
          <w:rFonts w:ascii="Times New Roman" w:hAnsi="Times New Roman"/>
          <w:iCs/>
          <w:sz w:val="24"/>
          <w:szCs w:val="24"/>
        </w:rPr>
        <w:t>т  предложенные высказывания опросник</w:t>
      </w:r>
      <w:r>
        <w:rPr>
          <w:rFonts w:ascii="Times New Roman" w:hAnsi="Times New Roman"/>
          <w:iCs/>
          <w:sz w:val="24"/>
          <w:szCs w:val="24"/>
        </w:rPr>
        <w:t>а и заполняют таблицу</w:t>
      </w:r>
    </w:p>
    <w:p w:rsidR="00B714FB" w:rsidRPr="000F2246" w:rsidRDefault="00B714FB" w:rsidP="000F2246">
      <w:pPr>
        <w:pStyle w:val="ListParagraph"/>
        <w:widowControl w:val="0"/>
        <w:autoSpaceDE w:val="0"/>
        <w:autoSpaceDN w:val="0"/>
        <w:adjustRightInd w:val="0"/>
        <w:spacing w:line="240" w:lineRule="auto"/>
        <w:ind w:left="662"/>
        <w:jc w:val="both"/>
        <w:rPr>
          <w:rFonts w:ascii="Times New Roman" w:hAnsi="Times New Roman"/>
          <w:iCs/>
          <w:sz w:val="24"/>
          <w:szCs w:val="24"/>
        </w:rPr>
      </w:pPr>
    </w:p>
    <w:p w:rsidR="00B714FB" w:rsidRPr="000F2246" w:rsidRDefault="00B714FB" w:rsidP="000F22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Pr="000F2246">
        <w:rPr>
          <w:rFonts w:ascii="Times New Roman" w:hAnsi="Times New Roman"/>
          <w:i/>
          <w:iCs/>
          <w:sz w:val="24"/>
          <w:szCs w:val="24"/>
        </w:rPr>
        <w:t xml:space="preserve">Перед тобой несколько разных высказываний. Пожалуйста, прочти их </w:t>
      </w:r>
      <w:r w:rsidRPr="000F2246">
        <w:rPr>
          <w:rFonts w:ascii="Times New Roman" w:hAnsi="Times New Roman"/>
          <w:sz w:val="24"/>
          <w:szCs w:val="24"/>
        </w:rPr>
        <w:t xml:space="preserve">и </w:t>
      </w:r>
      <w:r w:rsidRPr="000F2246">
        <w:rPr>
          <w:rFonts w:ascii="Times New Roman" w:hAnsi="Times New Roman"/>
          <w:i/>
          <w:iCs/>
          <w:sz w:val="24"/>
          <w:szCs w:val="24"/>
        </w:rPr>
        <w:t xml:space="preserve">подумай </w:t>
      </w:r>
      <w:r w:rsidRPr="000F2246">
        <w:rPr>
          <w:rFonts w:ascii="Times New Roman" w:hAnsi="Times New Roman"/>
          <w:sz w:val="24"/>
          <w:szCs w:val="24"/>
        </w:rPr>
        <w:t xml:space="preserve">- </w:t>
      </w:r>
      <w:r w:rsidRPr="000F2246">
        <w:rPr>
          <w:rFonts w:ascii="Times New Roman" w:hAnsi="Times New Roman"/>
          <w:i/>
          <w:iCs/>
          <w:sz w:val="24"/>
          <w:szCs w:val="24"/>
        </w:rPr>
        <w:t xml:space="preserve">согласен ты </w:t>
      </w:r>
      <w:r w:rsidRPr="000F2246">
        <w:rPr>
          <w:rFonts w:ascii="Times New Roman" w:hAnsi="Times New Roman"/>
          <w:sz w:val="24"/>
          <w:szCs w:val="24"/>
        </w:rPr>
        <w:t xml:space="preserve">с </w:t>
      </w:r>
      <w:r w:rsidRPr="000F2246">
        <w:rPr>
          <w:rFonts w:ascii="Times New Roman" w:hAnsi="Times New Roman"/>
          <w:i/>
          <w:iCs/>
          <w:sz w:val="24"/>
          <w:szCs w:val="24"/>
        </w:rPr>
        <w:t xml:space="preserve">этими высказываниями или нет. Если согласен, то поставь положительную оценку </w:t>
      </w:r>
      <w:r w:rsidRPr="000F2246">
        <w:rPr>
          <w:rFonts w:ascii="Times New Roman" w:hAnsi="Times New Roman"/>
          <w:sz w:val="24"/>
          <w:szCs w:val="24"/>
        </w:rPr>
        <w:t xml:space="preserve">(+ 1, +2, +3 </w:t>
      </w:r>
      <w:r w:rsidRPr="000F2246">
        <w:rPr>
          <w:rFonts w:ascii="Times New Roman" w:hAnsi="Times New Roman"/>
          <w:i/>
          <w:iCs/>
          <w:sz w:val="24"/>
          <w:szCs w:val="24"/>
        </w:rPr>
        <w:t xml:space="preserve">или </w:t>
      </w:r>
      <w:r w:rsidRPr="000F2246">
        <w:rPr>
          <w:rFonts w:ascii="Times New Roman" w:hAnsi="Times New Roman"/>
          <w:sz w:val="24"/>
          <w:szCs w:val="24"/>
        </w:rPr>
        <w:t xml:space="preserve">+4) </w:t>
      </w:r>
      <w:r w:rsidRPr="000F2246">
        <w:rPr>
          <w:rFonts w:ascii="Times New Roman" w:hAnsi="Times New Roman"/>
          <w:i/>
          <w:iCs/>
          <w:sz w:val="24"/>
          <w:szCs w:val="24"/>
        </w:rPr>
        <w:t xml:space="preserve">в специальном бланке рядом </w:t>
      </w:r>
      <w:r w:rsidRPr="000F2246">
        <w:rPr>
          <w:rFonts w:ascii="Times New Roman" w:hAnsi="Times New Roman"/>
          <w:sz w:val="24"/>
          <w:szCs w:val="24"/>
        </w:rPr>
        <w:t xml:space="preserve">с </w:t>
      </w:r>
      <w:r w:rsidRPr="000F2246">
        <w:rPr>
          <w:rFonts w:ascii="Times New Roman" w:hAnsi="Times New Roman"/>
          <w:i/>
          <w:iCs/>
          <w:sz w:val="24"/>
          <w:szCs w:val="24"/>
        </w:rPr>
        <w:t xml:space="preserve">номером этого высказывания. Если ты не согласен </w:t>
      </w:r>
      <w:r w:rsidRPr="000F2246">
        <w:rPr>
          <w:rFonts w:ascii="Times New Roman" w:hAnsi="Times New Roman"/>
          <w:sz w:val="24"/>
          <w:szCs w:val="24"/>
        </w:rPr>
        <w:t xml:space="preserve">с </w:t>
      </w:r>
      <w:r w:rsidRPr="000F2246">
        <w:rPr>
          <w:rFonts w:ascii="Times New Roman" w:hAnsi="Times New Roman"/>
          <w:i/>
          <w:iCs/>
          <w:sz w:val="24"/>
          <w:szCs w:val="24"/>
        </w:rPr>
        <w:t>каким-нибудь высказыва</w:t>
      </w:r>
      <w:r w:rsidRPr="000F2246">
        <w:rPr>
          <w:rFonts w:ascii="Times New Roman" w:hAnsi="Times New Roman"/>
          <w:i/>
          <w:iCs/>
          <w:sz w:val="24"/>
          <w:szCs w:val="24"/>
        </w:rPr>
        <w:softHyphen/>
        <w:t xml:space="preserve">нием, то поставь в бланке отрицательную оценку </w:t>
      </w:r>
      <w:r w:rsidRPr="000F2246">
        <w:rPr>
          <w:rFonts w:ascii="Times New Roman" w:hAnsi="Times New Roman"/>
          <w:sz w:val="24"/>
          <w:szCs w:val="24"/>
        </w:rPr>
        <w:t xml:space="preserve">(-1, -2, ~3, </w:t>
      </w:r>
      <w:r w:rsidRPr="000F2246">
        <w:rPr>
          <w:rFonts w:ascii="Times New Roman" w:hAnsi="Times New Roman"/>
          <w:i/>
          <w:iCs/>
          <w:sz w:val="24"/>
          <w:szCs w:val="24"/>
        </w:rPr>
        <w:t>или</w:t>
      </w:r>
      <w:r w:rsidRPr="000F2246">
        <w:rPr>
          <w:rFonts w:ascii="Times New Roman" w:hAnsi="Times New Roman"/>
          <w:sz w:val="24"/>
          <w:szCs w:val="24"/>
        </w:rPr>
        <w:tab/>
        <w:t>-4).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«+4" - </w:t>
      </w:r>
      <w:r w:rsidRPr="00244DEF">
        <w:rPr>
          <w:rFonts w:ascii="Times New Roman" w:hAnsi="Times New Roman"/>
          <w:i/>
          <w:iCs/>
          <w:sz w:val="24"/>
          <w:szCs w:val="24"/>
        </w:rPr>
        <w:t>несомненно, да (очень сильное 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«+3" - </w:t>
      </w:r>
      <w:r w:rsidRPr="00244DEF">
        <w:rPr>
          <w:rFonts w:ascii="Times New Roman" w:hAnsi="Times New Roman"/>
          <w:i/>
          <w:iCs/>
          <w:sz w:val="24"/>
          <w:szCs w:val="24"/>
        </w:rPr>
        <w:t>да, конечно (сильное 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«+2» - </w:t>
      </w:r>
      <w:r w:rsidRPr="00244DEF">
        <w:rPr>
          <w:rFonts w:ascii="Times New Roman" w:hAnsi="Times New Roman"/>
          <w:i/>
          <w:iCs/>
          <w:sz w:val="24"/>
          <w:szCs w:val="24"/>
        </w:rPr>
        <w:t>в общем, да (среднее 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«+1" - </w:t>
      </w:r>
      <w:r w:rsidRPr="00244DEF">
        <w:rPr>
          <w:rFonts w:ascii="Times New Roman" w:hAnsi="Times New Roman"/>
          <w:i/>
          <w:iCs/>
          <w:sz w:val="24"/>
          <w:szCs w:val="24"/>
        </w:rPr>
        <w:t>скорее да, чем нет (слабое 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153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i/>
          <w:iCs/>
          <w:sz w:val="24"/>
          <w:szCs w:val="24"/>
        </w:rPr>
        <w:t xml:space="preserve">«О» </w:t>
      </w:r>
      <w:r w:rsidRPr="00244DEF">
        <w:rPr>
          <w:rFonts w:ascii="Times New Roman" w:hAnsi="Times New Roman"/>
          <w:sz w:val="24"/>
          <w:szCs w:val="24"/>
        </w:rPr>
        <w:t xml:space="preserve">- </w:t>
      </w:r>
      <w:r w:rsidRPr="00244DEF">
        <w:rPr>
          <w:rFonts w:ascii="Times New Roman" w:hAnsi="Times New Roman"/>
          <w:i/>
          <w:iCs/>
          <w:sz w:val="24"/>
          <w:szCs w:val="24"/>
        </w:rPr>
        <w:t>ни да, ни нет;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«-1» - </w:t>
      </w:r>
      <w:r w:rsidRPr="00244DEF">
        <w:rPr>
          <w:rFonts w:ascii="Times New Roman" w:hAnsi="Times New Roman"/>
          <w:i/>
          <w:iCs/>
          <w:sz w:val="24"/>
          <w:szCs w:val="24"/>
        </w:rPr>
        <w:t>скорее нет, чем да (слабое несогласие);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«-2" - </w:t>
      </w:r>
      <w:r w:rsidRPr="00244DEF">
        <w:rPr>
          <w:rFonts w:ascii="Times New Roman" w:hAnsi="Times New Roman"/>
          <w:i/>
          <w:iCs/>
          <w:sz w:val="24"/>
          <w:szCs w:val="24"/>
        </w:rPr>
        <w:t>в общем, нет (среднее несогласие);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«-3" - </w:t>
      </w:r>
      <w:r w:rsidRPr="00244DEF">
        <w:rPr>
          <w:rFonts w:ascii="Times New Roman" w:hAnsi="Times New Roman"/>
          <w:i/>
          <w:iCs/>
          <w:sz w:val="24"/>
          <w:szCs w:val="24"/>
        </w:rPr>
        <w:t>нет, конечно (сильное несогласие);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«-4» - </w:t>
      </w:r>
      <w:r w:rsidRPr="00244DEF">
        <w:rPr>
          <w:rFonts w:ascii="Times New Roman" w:hAnsi="Times New Roman"/>
          <w:i/>
          <w:iCs/>
          <w:sz w:val="24"/>
          <w:szCs w:val="24"/>
        </w:rPr>
        <w:t>нет, абсолютно неверно (очень сильное несогласие). Постарайся быть честным. Здесь не может быть «правиль</w:t>
      </w:r>
      <w:r w:rsidRPr="00244DEF">
        <w:rPr>
          <w:rFonts w:ascii="Times New Roman" w:hAnsi="Times New Roman"/>
          <w:i/>
          <w:iCs/>
          <w:sz w:val="24"/>
          <w:szCs w:val="24"/>
        </w:rPr>
        <w:softHyphen/>
        <w:t xml:space="preserve">ных» </w:t>
      </w:r>
      <w:r w:rsidRPr="00244DEF">
        <w:rPr>
          <w:rFonts w:ascii="Times New Roman" w:hAnsi="Times New Roman"/>
          <w:sz w:val="24"/>
          <w:szCs w:val="24"/>
        </w:rPr>
        <w:t xml:space="preserve">И </w:t>
      </w:r>
      <w:r w:rsidRPr="00244DEF">
        <w:rPr>
          <w:rFonts w:ascii="Times New Roman" w:hAnsi="Times New Roman"/>
          <w:i/>
          <w:iCs/>
          <w:sz w:val="24"/>
          <w:szCs w:val="24"/>
        </w:rPr>
        <w:t>«неправильных» оценок. Важно лишь, чтобы они выража</w:t>
      </w:r>
      <w:r w:rsidRPr="00244DEF">
        <w:rPr>
          <w:rFonts w:ascii="Times New Roman" w:hAnsi="Times New Roman"/>
          <w:i/>
          <w:iCs/>
          <w:sz w:val="24"/>
          <w:szCs w:val="24"/>
        </w:rPr>
        <w:softHyphen/>
        <w:t>ли только твое личное мнение. Спасибо тебе заранее!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Те, кто критикуют происходящее в стране, не могут счи</w:t>
      </w:r>
      <w:r w:rsidRPr="00244DEF">
        <w:rPr>
          <w:rFonts w:ascii="Times New Roman" w:hAnsi="Times New Roman"/>
          <w:sz w:val="24"/>
          <w:szCs w:val="24"/>
        </w:rPr>
        <w:softHyphen/>
        <w:t>таться настоящими патриотами.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Бродячих собак надо уничтожать, потому что они могут быть опасны.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Любые ссоры можно уладить, не прибегая к дракам.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люблю трудиться.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То, что взрослые называют культурными ценностями про</w:t>
      </w:r>
      <w:r w:rsidRPr="00244DEF">
        <w:rPr>
          <w:rFonts w:ascii="Times New Roman" w:hAnsi="Times New Roman"/>
          <w:sz w:val="24"/>
          <w:szCs w:val="24"/>
        </w:rPr>
        <w:softHyphen/>
        <w:t>шлого, на самом деле часто оказывается старой рухлядью.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Даже если мне что-то непонятно на уроке, я не стану за</w:t>
      </w:r>
      <w:r w:rsidRPr="00244DEF">
        <w:rPr>
          <w:rFonts w:ascii="Times New Roman" w:hAnsi="Times New Roman"/>
          <w:sz w:val="24"/>
          <w:szCs w:val="24"/>
        </w:rPr>
        <w:softHyphen/>
        <w:t>давать уточняющие вопросы учителю - ведь это не так уж и важно.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Человек, совершивший преступление, в будущем никогда</w:t>
      </w:r>
      <w:r w:rsidRPr="00244DEF">
        <w:rPr>
          <w:rFonts w:ascii="Times New Roman" w:hAnsi="Times New Roman"/>
          <w:sz w:val="24"/>
          <w:szCs w:val="24"/>
        </w:rPr>
        <w:tab/>
        <w:t>не сможет стать хорошим.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Даже самые странные люди с самыми необычными ув</w:t>
      </w:r>
      <w:r w:rsidRPr="00244DEF">
        <w:rPr>
          <w:rFonts w:ascii="Times New Roman" w:hAnsi="Times New Roman"/>
          <w:sz w:val="24"/>
          <w:szCs w:val="24"/>
        </w:rPr>
        <w:softHyphen/>
        <w:t>лечениями должны иметь право защищать себя и свои взгляды.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Занятия физкультурой и спортом - необходимость для здоровья каж</w:t>
      </w:r>
      <w:r w:rsidRPr="00244DEF">
        <w:rPr>
          <w:rFonts w:ascii="Times New Roman" w:hAnsi="Times New Roman"/>
          <w:sz w:val="24"/>
          <w:szCs w:val="24"/>
        </w:rPr>
        <w:softHyphen/>
        <w:t>дого человека.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Большинство моих сверстников предпочитает общаться с красивыми людьми.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повезло, что я живу именно в России.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Человек – царь природы, а потому он может делать с ней все, что захочет. 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Люди, выступающие против войны, наверное, просто трусы. 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Чистить улицы, убирать помещения, собирать мусор, - это работа, недостойная нормального человека.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Внешний вид - показатель уважения не только к себе, но и к окружающим.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люблю узнавать значения незнакомых мне слов.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Наша страна станет лучше, если мы избавимся от всех психически больных людей.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Есть такие народы, которые не заслужили, чтобы к ним хорошо относились.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думаю, что курение и алкоголь помогают людям рас</w:t>
      </w:r>
      <w:r w:rsidRPr="00244DEF">
        <w:rPr>
          <w:rFonts w:ascii="Times New Roman" w:hAnsi="Times New Roman"/>
          <w:sz w:val="24"/>
          <w:szCs w:val="24"/>
        </w:rPr>
        <w:softHyphen/>
        <w:t>слабиться, снять напряжение после трудной работы.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часто недоволен тем, как я живу.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Когда вырасту, я буду стараться защищать свою Родину.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Держать животных в передвижных зверинцах - бесчеловечно.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Фильмы-боевики со стрельбой и кровью помогают детям стать смелыми и мужественными.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стыдно и неловко, когда я не выполняю порученную мне работу до конца.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Нецензурные выражения в общении - признак бескультурья.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Учеба - занятие для зануд и зубрил.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Убийство человека может быть оправдано, если совершено ради торжества справедливости.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Большинство преступлений в нашем городе совершают люди, приехавшие к нам из других мест.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считаю, что от одной дозы наркотиков нельзя стать наркоманом.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очень сильно переживаю любые свои неудачи, даже самые маленькие.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День Победы (9 Мая) - праздник не для всех, а только для ветеранов и пожилых людей.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Торговля редкими животными – вполне нормальное задание, ведь людям надо зарабатывать деньги.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К военнопленным можно относиться жестоко, ведь они наши враги и сами не жалели бы нас.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нравится помогать родителям в их домашней работе.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Ребенку должно быть разрешено перебивать разговор взрослых, ведь он тоже имеет право высказаться.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Человек не может всего знать, поэтому я не беспокоюсь по поводу того, что не знаю многих важных вещей.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Лучше отпустить на свободу 10 преступников, чем каз</w:t>
      </w:r>
      <w:r w:rsidRPr="00244DEF">
        <w:rPr>
          <w:rFonts w:ascii="Times New Roman" w:hAnsi="Times New Roman"/>
          <w:sz w:val="24"/>
          <w:szCs w:val="24"/>
        </w:rPr>
        <w:softHyphen/>
        <w:t xml:space="preserve">нить одного невиновного человека. 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Судейство в отношении «наших» на международных соревно</w:t>
      </w:r>
      <w:r w:rsidRPr="00244DEF">
        <w:rPr>
          <w:rFonts w:ascii="Times New Roman" w:hAnsi="Times New Roman"/>
          <w:sz w:val="24"/>
          <w:szCs w:val="24"/>
        </w:rPr>
        <w:softHyphen/>
        <w:t>ваниях часто несправедливо, потому что россиян никто не любит.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В жизни очень важно поддерживать свою хорошую физическую форму.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тяжело знакомиться с новыми людьми, я часто при этом стесняюсь и смущаюсь.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не нравится, когда исполняется наш гимн - это скуч</w:t>
      </w:r>
      <w:r w:rsidRPr="00244DEF">
        <w:rPr>
          <w:rFonts w:ascii="Times New Roman" w:hAnsi="Times New Roman"/>
          <w:sz w:val="24"/>
          <w:szCs w:val="24"/>
        </w:rPr>
        <w:softHyphen/>
        <w:t>но и приходится все время вставать.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не стал бы убирать чужой мусор в лесу, потому что это должен делать тот, кто намусорил.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Уступить в споре - значит показать свою слабость.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Для выполнения учебных заданий надо прилагать усилия, и я люблю это делать. 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Меня нисколько не смущают надписи и рисунки в подъездах, на заборах и домах, ведь не я же их там оставил.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нравится копаться в энциклопедиях, журналах, сло</w:t>
      </w:r>
      <w:r w:rsidRPr="00244DEF">
        <w:rPr>
          <w:rFonts w:ascii="Times New Roman" w:hAnsi="Times New Roman"/>
          <w:sz w:val="24"/>
          <w:szCs w:val="24"/>
        </w:rPr>
        <w:softHyphen/>
        <w:t>варях: там можно найти много интересного.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Если рядом со мной находится человек, который чем-то расстроен, то я тоже чувствую себя плохо.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Несправедливо ставить людей с темным цветом кожи ру</w:t>
      </w:r>
      <w:r w:rsidRPr="00244DEF">
        <w:rPr>
          <w:rFonts w:ascii="Times New Roman" w:hAnsi="Times New Roman"/>
          <w:sz w:val="24"/>
          <w:szCs w:val="24"/>
        </w:rPr>
        <w:softHyphen/>
        <w:t>ководителями над белыми людьми.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больше люблю подвижные игры, занятие спортом или рыбалкой, чем сидение у компьютера или телевизора.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неловко себя чувствую в незнакомой компании.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Бывает, что я испытываю сильное волнение, чувство гор</w:t>
      </w:r>
      <w:r w:rsidRPr="00244DEF">
        <w:rPr>
          <w:rFonts w:ascii="Times New Roman" w:hAnsi="Times New Roman"/>
          <w:sz w:val="24"/>
          <w:szCs w:val="24"/>
        </w:rPr>
        <w:softHyphen/>
        <w:t>дости, когда слышу песни о своей Родине.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Нет ничего страшного, если после мытья рук ты не зак</w:t>
      </w:r>
      <w:r w:rsidRPr="00244DEF">
        <w:rPr>
          <w:rFonts w:ascii="Times New Roman" w:hAnsi="Times New Roman"/>
          <w:sz w:val="24"/>
          <w:szCs w:val="24"/>
        </w:rPr>
        <w:softHyphen/>
        <w:t>рыл за собой кран в школьной столовой, ведь в нашей стране самые большие запасы воды в мире.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Сильную военную державу, в том числе и Россию, другие страны должны уважать и бояться.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Субботник по очистке территории дома или школы - бесполезное занятие.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Если взрослый человек ругается матом, в этом нет ничего плохого - ведь он уже взрослый.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думаю, что и без получения хороших знаний смогу в будущем устроиться на неплохую работу.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Пыток и издевательств не заслуживают даже отъявлен</w:t>
      </w:r>
      <w:r w:rsidRPr="00244DEF">
        <w:rPr>
          <w:rFonts w:ascii="Times New Roman" w:hAnsi="Times New Roman"/>
          <w:sz w:val="24"/>
          <w:szCs w:val="24"/>
        </w:rPr>
        <w:softHyphen/>
        <w:t>ные преступники, ведь они тоже люди.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Надо запретить въезд в нашу страну беженцам из Азии и Африки, так как их приток увеличивает уровень преступности.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думаю, что здоровье сегодня не самое главное для человека.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Я не грущу и не тоскую, когда остаюсь в одиночестве. 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хотел бы съездить в другие страны, но жить я хочу в своей стране.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считаю, что нужно обязательно подкармливать бездом</w:t>
      </w:r>
      <w:r w:rsidRPr="00244DEF">
        <w:rPr>
          <w:rFonts w:ascii="Times New Roman" w:hAnsi="Times New Roman"/>
          <w:sz w:val="24"/>
          <w:szCs w:val="24"/>
        </w:rPr>
        <w:softHyphen/>
        <w:t>ных животных и зимующих птиц.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кажется, что у нашей страны слишком много оружия и это плохо - его количество можно было бы уменьшить.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Если нужно, то я могу делать даже ту работу, которая мне не нравится.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могу оскорбить человека, если он мне чем-то не нра</w:t>
      </w:r>
      <w:r w:rsidRPr="00244DEF">
        <w:rPr>
          <w:rFonts w:ascii="Times New Roman" w:hAnsi="Times New Roman"/>
          <w:sz w:val="24"/>
          <w:szCs w:val="24"/>
        </w:rPr>
        <w:softHyphen/>
        <w:t>вится.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Телевизор необходим для развлечения и отдыха, а не для того, чтобы узнавать из него что-то новое - на это есть школа.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Всех бомжей и попрошаек необходимо вылавливать и силой принуждать к работе.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Люди другой расы или национальности могут быть нор</w:t>
      </w:r>
      <w:r w:rsidRPr="00244DEF">
        <w:rPr>
          <w:rFonts w:ascii="Times New Roman" w:hAnsi="Times New Roman"/>
          <w:sz w:val="24"/>
          <w:szCs w:val="24"/>
        </w:rPr>
        <w:softHyphen/>
        <w:t>мальными людьми, но в друзья я предпочел бы их не брать.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Вкус продуктов питания важнее, чем их полезность.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Мне кажется, что во мне больше плохого, чем хорошего.  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1761"/>
        <w:jc w:val="center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Бланк для ответов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1843"/>
        <w:gridCol w:w="1842"/>
        <w:gridCol w:w="1843"/>
        <w:gridCol w:w="2126"/>
        <w:gridCol w:w="2268"/>
        <w:gridCol w:w="1985"/>
      </w:tblGrid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DEF">
        <w:rPr>
          <w:rFonts w:ascii="Times New Roman" w:hAnsi="Times New Roman"/>
          <w:b/>
          <w:sz w:val="24"/>
          <w:szCs w:val="24"/>
        </w:rPr>
        <w:t>Часть 2</w:t>
      </w:r>
    </w:p>
    <w:p w:rsidR="00B714FB" w:rsidRPr="000F2246" w:rsidRDefault="00B714FB" w:rsidP="000F2246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F2246">
        <w:rPr>
          <w:rFonts w:ascii="Times New Roman" w:hAnsi="Times New Roman"/>
          <w:iCs/>
          <w:sz w:val="24"/>
          <w:szCs w:val="24"/>
          <w:u w:val="single"/>
        </w:rPr>
        <w:t>Вариант проведения</w:t>
      </w:r>
      <w:r w:rsidRPr="000F2246">
        <w:rPr>
          <w:rFonts w:ascii="Times New Roman" w:hAnsi="Times New Roman"/>
          <w:iCs/>
          <w:sz w:val="24"/>
          <w:szCs w:val="24"/>
        </w:rPr>
        <w:t xml:space="preserve">: </w:t>
      </w:r>
      <w:r>
        <w:rPr>
          <w:rFonts w:ascii="Times New Roman" w:hAnsi="Times New Roman"/>
          <w:iCs/>
          <w:sz w:val="24"/>
          <w:szCs w:val="24"/>
        </w:rPr>
        <w:t xml:space="preserve">при наличии соответствующих данных </w:t>
      </w:r>
      <w:r w:rsidRPr="000F2246">
        <w:rPr>
          <w:rFonts w:ascii="Times New Roman" w:hAnsi="Times New Roman"/>
          <w:iCs/>
          <w:sz w:val="24"/>
          <w:szCs w:val="24"/>
        </w:rPr>
        <w:t>пе</w:t>
      </w:r>
      <w:r>
        <w:rPr>
          <w:rFonts w:ascii="Times New Roman" w:hAnsi="Times New Roman"/>
          <w:iCs/>
          <w:sz w:val="24"/>
          <w:szCs w:val="24"/>
        </w:rPr>
        <w:t>дагог самостоятельно заполняет таблицу (вариант вероятен при обследовании обучающихся  5- 6 классов)</w:t>
      </w:r>
      <w:r w:rsidRPr="000F2246">
        <w:rPr>
          <w:rFonts w:ascii="Times New Roman" w:hAnsi="Times New Roman"/>
          <w:iCs/>
          <w:sz w:val="24"/>
          <w:szCs w:val="24"/>
        </w:rPr>
        <w:t>.</w:t>
      </w:r>
    </w:p>
    <w:p w:rsidR="00B714FB" w:rsidRPr="00102BD3" w:rsidRDefault="00B714FB" w:rsidP="000F2246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F2246">
        <w:rPr>
          <w:rFonts w:ascii="Times New Roman" w:hAnsi="Times New Roman"/>
          <w:iCs/>
          <w:sz w:val="24"/>
          <w:szCs w:val="24"/>
          <w:u w:val="single"/>
        </w:rPr>
        <w:t>Вариант проведения</w:t>
      </w:r>
      <w:r w:rsidRPr="000F2246">
        <w:rPr>
          <w:rFonts w:ascii="Times New Roman" w:hAnsi="Times New Roman"/>
          <w:iCs/>
          <w:sz w:val="24"/>
          <w:szCs w:val="24"/>
        </w:rPr>
        <w:t>: школьник</w:t>
      </w:r>
      <w:r>
        <w:rPr>
          <w:rFonts w:ascii="Times New Roman" w:hAnsi="Times New Roman"/>
          <w:iCs/>
          <w:sz w:val="24"/>
          <w:szCs w:val="24"/>
        </w:rPr>
        <w:t>и</w:t>
      </w:r>
      <w:r w:rsidRPr="000F2246">
        <w:rPr>
          <w:rFonts w:ascii="Times New Roman" w:hAnsi="Times New Roman"/>
          <w:iCs/>
          <w:sz w:val="24"/>
          <w:szCs w:val="24"/>
        </w:rPr>
        <w:t xml:space="preserve"> самостоятельно </w:t>
      </w:r>
      <w:r>
        <w:rPr>
          <w:rFonts w:ascii="Times New Roman" w:hAnsi="Times New Roman"/>
          <w:iCs/>
          <w:sz w:val="24"/>
          <w:szCs w:val="24"/>
        </w:rPr>
        <w:t>знакомя</w:t>
      </w:r>
      <w:r w:rsidRPr="000F2246">
        <w:rPr>
          <w:rFonts w:ascii="Times New Roman" w:hAnsi="Times New Roman"/>
          <w:iCs/>
          <w:sz w:val="24"/>
          <w:szCs w:val="24"/>
        </w:rPr>
        <w:t xml:space="preserve">тся </w:t>
      </w:r>
      <w:r>
        <w:rPr>
          <w:rFonts w:ascii="Times New Roman" w:hAnsi="Times New Roman"/>
          <w:iCs/>
          <w:sz w:val="24"/>
          <w:szCs w:val="24"/>
        </w:rPr>
        <w:t>с правилами заполнения таблицы и заполняют её.</w:t>
      </w:r>
    </w:p>
    <w:p w:rsidR="00B714FB" w:rsidRPr="00102BD3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02BD3">
        <w:rPr>
          <w:rFonts w:ascii="Times New Roman" w:hAnsi="Times New Roman"/>
          <w:i/>
          <w:sz w:val="24"/>
          <w:szCs w:val="24"/>
        </w:rPr>
        <w:t xml:space="preserve">    Пожалуйста, вспомни: в каких организованных школой делах общественной направленности ты участвовал за последние два года твоей учебы в этой школе. Запиши эти дела в соответствующие разделы таблицы (при этом совсем необязательно стараться заполнять все разделы).   </w:t>
      </w:r>
    </w:p>
    <w:p w:rsidR="00B714FB" w:rsidRPr="00102BD3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02BD3">
        <w:rPr>
          <w:rFonts w:ascii="Times New Roman" w:hAnsi="Times New Roman"/>
          <w:i/>
          <w:sz w:val="24"/>
          <w:szCs w:val="24"/>
        </w:rPr>
        <w:t xml:space="preserve">     Напротив каждого указанного тобой дела отметь, в каком статусе ты участвовал в нем: организатора (тогда в правой колонке поставь букву «О») или участника (тогда в правой колонке поставь букву «У»).   Спасибо!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7872"/>
        <w:gridCol w:w="5528"/>
      </w:tblGrid>
      <w:tr w:rsidR="00B714FB" w:rsidRPr="00244DEF" w:rsidTr="00011E81">
        <w:trPr>
          <w:trHeight w:val="667"/>
        </w:trPr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(впиши их в соответствующие разделы)</w:t>
            </w: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(укажи свой статус одной буквой: «О» или «У»)</w:t>
            </w:r>
          </w:p>
        </w:tc>
      </w:tr>
      <w:tr w:rsidR="00B714FB" w:rsidRPr="00244DEF" w:rsidTr="00011E81">
        <w:tc>
          <w:tcPr>
            <w:tcW w:w="13858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Беседы, дискуссии, дебаты, круглые столы с представителями общества (в том числе и представителями других образовательных учреждений)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3858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Митинги, шествия, распространение наглядной агитации экологической, патриотической, правозащитной, миротворческой и иной гуманитарной направленности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3858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Непосредственная деятельная помощь ветеранам, пожилым людям, инвалидам, детским домам и т.п.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3858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Непосредственное деятельное участие в наведении чистоты и благоустройстве улиц, скверов, парков, лесов, водоемов и прочих социальных и природных объектов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3858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Поисковая деятельность, связанная с захоронением останков воинов, погибших в Великой Отечественной войне, установлением личности погибших воинов, розыском их родственников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3858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Деятельное участие в восстановлении памятников истории и культуры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3858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Оказание деятельной шефской помощи малышам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3858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Деятельное участие в фольклорных, этнографических, краеведческих экспедициях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102BD3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Опросник  «Личностный рост»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44DEF">
        <w:rPr>
          <w:rFonts w:ascii="Times New Roman" w:hAnsi="Times New Roman"/>
          <w:b/>
          <w:bCs/>
          <w:sz w:val="24"/>
          <w:szCs w:val="24"/>
        </w:rPr>
        <w:t>для  учащихся 9 -11-х классов</w:t>
      </w:r>
    </w:p>
    <w:p w:rsidR="00B714FB" w:rsidRPr="00102BD3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02BD3">
        <w:rPr>
          <w:rFonts w:ascii="Times New Roman" w:hAnsi="Times New Roman"/>
          <w:iCs/>
          <w:sz w:val="24"/>
          <w:szCs w:val="24"/>
          <w:u w:val="single"/>
        </w:rPr>
        <w:t>Вариант проведения</w:t>
      </w:r>
      <w:r w:rsidRPr="00102BD3">
        <w:rPr>
          <w:rFonts w:ascii="Times New Roman" w:hAnsi="Times New Roman"/>
          <w:iCs/>
          <w:sz w:val="24"/>
          <w:szCs w:val="24"/>
        </w:rPr>
        <w:t>: школьник</w:t>
      </w:r>
      <w:r>
        <w:rPr>
          <w:rFonts w:ascii="Times New Roman" w:hAnsi="Times New Roman"/>
          <w:iCs/>
          <w:sz w:val="24"/>
          <w:szCs w:val="24"/>
        </w:rPr>
        <w:t>и</w:t>
      </w:r>
      <w:r w:rsidRPr="00102BD3">
        <w:rPr>
          <w:rFonts w:ascii="Times New Roman" w:hAnsi="Times New Roman"/>
          <w:iCs/>
          <w:sz w:val="24"/>
          <w:szCs w:val="24"/>
        </w:rPr>
        <w:t xml:space="preserve"> самостоятельно </w:t>
      </w:r>
      <w:r>
        <w:rPr>
          <w:rFonts w:ascii="Times New Roman" w:hAnsi="Times New Roman"/>
          <w:iCs/>
          <w:sz w:val="24"/>
          <w:szCs w:val="24"/>
        </w:rPr>
        <w:t>знакомя</w:t>
      </w:r>
      <w:r w:rsidRPr="00102BD3">
        <w:rPr>
          <w:rFonts w:ascii="Times New Roman" w:hAnsi="Times New Roman"/>
          <w:iCs/>
          <w:sz w:val="24"/>
          <w:szCs w:val="24"/>
        </w:rPr>
        <w:t>тся с правилами заполнения таблицы,  сам</w:t>
      </w:r>
      <w:r>
        <w:rPr>
          <w:rFonts w:ascii="Times New Roman" w:hAnsi="Times New Roman"/>
          <w:iCs/>
          <w:sz w:val="24"/>
          <w:szCs w:val="24"/>
        </w:rPr>
        <w:t>и читаю</w:t>
      </w:r>
      <w:r w:rsidRPr="00102BD3">
        <w:rPr>
          <w:rFonts w:ascii="Times New Roman" w:hAnsi="Times New Roman"/>
          <w:iCs/>
          <w:sz w:val="24"/>
          <w:szCs w:val="24"/>
        </w:rPr>
        <w:t>т  предложенные высказывания опросника</w:t>
      </w:r>
      <w:r>
        <w:rPr>
          <w:rFonts w:ascii="Times New Roman" w:hAnsi="Times New Roman"/>
          <w:iCs/>
          <w:sz w:val="24"/>
          <w:szCs w:val="24"/>
        </w:rPr>
        <w:t xml:space="preserve"> и заполняют таблицу.</w:t>
      </w:r>
    </w:p>
    <w:p w:rsidR="00B714FB" w:rsidRPr="00244DEF" w:rsidRDefault="00B714FB" w:rsidP="000F2B7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273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i/>
          <w:iCs/>
          <w:sz w:val="24"/>
          <w:szCs w:val="24"/>
        </w:rPr>
        <w:t>Вам будет предложен ряд высказываний. Пожалуйста, про</w:t>
      </w:r>
      <w:r w:rsidRPr="00244DEF">
        <w:rPr>
          <w:rFonts w:ascii="Times New Roman" w:hAnsi="Times New Roman"/>
          <w:i/>
          <w:iCs/>
          <w:sz w:val="24"/>
          <w:szCs w:val="24"/>
        </w:rPr>
        <w:softHyphen/>
        <w:t xml:space="preserve">читайте их </w:t>
      </w:r>
      <w:r w:rsidRPr="00244DEF">
        <w:rPr>
          <w:rFonts w:ascii="Times New Roman" w:hAnsi="Times New Roman"/>
          <w:sz w:val="24"/>
          <w:szCs w:val="24"/>
        </w:rPr>
        <w:t xml:space="preserve">и </w:t>
      </w:r>
      <w:r w:rsidRPr="00244DEF">
        <w:rPr>
          <w:rFonts w:ascii="Times New Roman" w:hAnsi="Times New Roman"/>
          <w:i/>
          <w:iCs/>
          <w:sz w:val="24"/>
          <w:szCs w:val="24"/>
        </w:rPr>
        <w:t>определите, насколько Вы согласны или не со</w:t>
      </w:r>
      <w:r w:rsidRPr="00244DEF">
        <w:rPr>
          <w:rFonts w:ascii="Times New Roman" w:hAnsi="Times New Roman"/>
          <w:i/>
          <w:iCs/>
          <w:sz w:val="24"/>
          <w:szCs w:val="24"/>
        </w:rPr>
        <w:softHyphen/>
        <w:t xml:space="preserve">гласны </w:t>
      </w:r>
      <w:r w:rsidRPr="00244DEF">
        <w:rPr>
          <w:rFonts w:ascii="Times New Roman" w:hAnsi="Times New Roman"/>
          <w:sz w:val="24"/>
          <w:szCs w:val="24"/>
        </w:rPr>
        <w:t xml:space="preserve">с </w:t>
      </w:r>
      <w:r w:rsidRPr="00244DEF">
        <w:rPr>
          <w:rFonts w:ascii="Times New Roman" w:hAnsi="Times New Roman"/>
          <w:i/>
          <w:iCs/>
          <w:sz w:val="24"/>
          <w:szCs w:val="24"/>
        </w:rPr>
        <w:t>ними. Оценить степень Вашего согласия или несогла</w:t>
      </w:r>
      <w:r w:rsidRPr="00244DEF">
        <w:rPr>
          <w:rFonts w:ascii="Times New Roman" w:hAnsi="Times New Roman"/>
          <w:i/>
          <w:iCs/>
          <w:sz w:val="24"/>
          <w:szCs w:val="24"/>
        </w:rPr>
        <w:softHyphen/>
        <w:t xml:space="preserve">сия можно в баллах (от </w:t>
      </w:r>
      <w:r w:rsidRPr="00244DEF">
        <w:rPr>
          <w:rFonts w:ascii="Times New Roman" w:hAnsi="Times New Roman"/>
          <w:sz w:val="24"/>
          <w:szCs w:val="24"/>
        </w:rPr>
        <w:t xml:space="preserve">«+4» 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до </w:t>
      </w:r>
      <w:r w:rsidRPr="00244DEF">
        <w:rPr>
          <w:rFonts w:ascii="Times New Roman" w:hAnsi="Times New Roman"/>
          <w:sz w:val="24"/>
          <w:szCs w:val="24"/>
        </w:rPr>
        <w:t>«-4»):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«+4» - </w:t>
      </w:r>
      <w:r w:rsidRPr="00244DEF">
        <w:rPr>
          <w:rFonts w:ascii="Times New Roman" w:hAnsi="Times New Roman"/>
          <w:i/>
          <w:iCs/>
          <w:sz w:val="24"/>
          <w:szCs w:val="24"/>
        </w:rPr>
        <w:t>несомненно, да (очень сильное 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«+3» - </w:t>
      </w:r>
      <w:r w:rsidRPr="00244DEF">
        <w:rPr>
          <w:rFonts w:ascii="Times New Roman" w:hAnsi="Times New Roman"/>
          <w:i/>
          <w:iCs/>
          <w:sz w:val="24"/>
          <w:szCs w:val="24"/>
        </w:rPr>
        <w:t>да, конечно (сильное 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«+2» - </w:t>
      </w:r>
      <w:r w:rsidRPr="00244DEF">
        <w:rPr>
          <w:rFonts w:ascii="Times New Roman" w:hAnsi="Times New Roman"/>
          <w:i/>
          <w:iCs/>
          <w:sz w:val="24"/>
          <w:szCs w:val="24"/>
        </w:rPr>
        <w:t>в общем, да (среднее 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«+1» - </w:t>
      </w:r>
      <w:r w:rsidRPr="00244DEF">
        <w:rPr>
          <w:rFonts w:ascii="Times New Roman" w:hAnsi="Times New Roman"/>
          <w:i/>
          <w:iCs/>
          <w:sz w:val="24"/>
          <w:szCs w:val="24"/>
        </w:rPr>
        <w:t>скорее да, чем нет (слабое 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158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i/>
          <w:iCs/>
          <w:sz w:val="24"/>
          <w:szCs w:val="24"/>
        </w:rPr>
        <w:t xml:space="preserve">«О» </w:t>
      </w:r>
      <w:r w:rsidRPr="00244DEF">
        <w:rPr>
          <w:rFonts w:ascii="Times New Roman" w:hAnsi="Times New Roman"/>
          <w:sz w:val="24"/>
          <w:szCs w:val="24"/>
        </w:rPr>
        <w:t xml:space="preserve">- </w:t>
      </w:r>
      <w:r w:rsidRPr="00244DEF">
        <w:rPr>
          <w:rFonts w:ascii="Times New Roman" w:hAnsi="Times New Roman"/>
          <w:i/>
          <w:iCs/>
          <w:sz w:val="24"/>
          <w:szCs w:val="24"/>
        </w:rPr>
        <w:t>ни да, ни нет;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«-1» - </w:t>
      </w:r>
      <w:r w:rsidRPr="00244DEF">
        <w:rPr>
          <w:rFonts w:ascii="Times New Roman" w:hAnsi="Times New Roman"/>
          <w:i/>
          <w:iCs/>
          <w:sz w:val="24"/>
          <w:szCs w:val="24"/>
        </w:rPr>
        <w:t>скорее нет, чем да (слабое несогласие);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«-2» - </w:t>
      </w:r>
      <w:r w:rsidRPr="00244DEF">
        <w:rPr>
          <w:rFonts w:ascii="Times New Roman" w:hAnsi="Times New Roman"/>
          <w:i/>
          <w:iCs/>
          <w:sz w:val="24"/>
          <w:szCs w:val="24"/>
        </w:rPr>
        <w:t>в общем, нет (среднее несогласие);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«-3» - </w:t>
      </w:r>
      <w:r w:rsidRPr="00244DEF">
        <w:rPr>
          <w:rFonts w:ascii="Times New Roman" w:hAnsi="Times New Roman"/>
          <w:i/>
          <w:iCs/>
          <w:sz w:val="24"/>
          <w:szCs w:val="24"/>
        </w:rPr>
        <w:t>нет, конечно (сильное несогласие);</w:t>
      </w:r>
    </w:p>
    <w:p w:rsidR="00B714FB" w:rsidRPr="00AE3C8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«-4» - 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нет, абсолютно неверно (очень сильное несогласие). 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12"/>
        <w:jc w:val="both"/>
        <w:rPr>
          <w:rFonts w:ascii="Times New Roman" w:hAnsi="Times New Roman"/>
          <w:i/>
          <w:iCs/>
          <w:sz w:val="24"/>
          <w:szCs w:val="24"/>
        </w:rPr>
      </w:pPr>
      <w:r w:rsidRPr="00244DEF">
        <w:rPr>
          <w:rFonts w:ascii="Times New Roman" w:hAnsi="Times New Roman"/>
          <w:i/>
          <w:iCs/>
          <w:sz w:val="24"/>
          <w:szCs w:val="24"/>
        </w:rPr>
        <w:t xml:space="preserve">Постарайтесь быть искренними. Здесь </w:t>
      </w:r>
      <w:r w:rsidRPr="00244DEF">
        <w:rPr>
          <w:rFonts w:ascii="Times New Roman" w:hAnsi="Times New Roman"/>
          <w:sz w:val="24"/>
          <w:szCs w:val="24"/>
        </w:rPr>
        <w:t xml:space="preserve">не </w:t>
      </w:r>
      <w:r w:rsidRPr="00244DEF">
        <w:rPr>
          <w:rFonts w:ascii="Times New Roman" w:hAnsi="Times New Roman"/>
          <w:i/>
          <w:iCs/>
          <w:sz w:val="24"/>
          <w:szCs w:val="24"/>
        </w:rPr>
        <w:t>может быть "пра</w:t>
      </w:r>
      <w:r w:rsidRPr="00244DEF">
        <w:rPr>
          <w:rFonts w:ascii="Times New Roman" w:hAnsi="Times New Roman"/>
          <w:i/>
          <w:iCs/>
          <w:sz w:val="24"/>
          <w:szCs w:val="24"/>
        </w:rPr>
        <w:softHyphen/>
        <w:t xml:space="preserve">вильных» </w:t>
      </w:r>
      <w:r w:rsidRPr="00244DEF">
        <w:rPr>
          <w:rFonts w:ascii="Times New Roman" w:hAnsi="Times New Roman"/>
          <w:sz w:val="24"/>
          <w:szCs w:val="24"/>
        </w:rPr>
        <w:t xml:space="preserve">И </w:t>
      </w:r>
      <w:r w:rsidRPr="00244DEF">
        <w:rPr>
          <w:rFonts w:ascii="Times New Roman" w:hAnsi="Times New Roman"/>
          <w:i/>
          <w:iCs/>
          <w:sz w:val="24"/>
          <w:szCs w:val="24"/>
        </w:rPr>
        <w:t>«неправильных» оценок. Важно лишь, чтобы они от</w:t>
      </w:r>
      <w:r w:rsidRPr="00244DEF">
        <w:rPr>
          <w:rFonts w:ascii="Times New Roman" w:hAnsi="Times New Roman"/>
          <w:i/>
          <w:iCs/>
          <w:sz w:val="24"/>
          <w:szCs w:val="24"/>
        </w:rPr>
        <w:softHyphen/>
        <w:t xml:space="preserve">ражали Ваше личное мнение. Свои оценки Вы можете занести в специальный бланк рядом </w:t>
      </w:r>
      <w:r w:rsidRPr="00244DEF">
        <w:rPr>
          <w:rFonts w:ascii="Times New Roman" w:hAnsi="Times New Roman"/>
          <w:sz w:val="24"/>
          <w:szCs w:val="24"/>
        </w:rPr>
        <w:t xml:space="preserve">с </w:t>
      </w:r>
      <w:r w:rsidRPr="00244DEF">
        <w:rPr>
          <w:rFonts w:ascii="Times New Roman" w:hAnsi="Times New Roman"/>
          <w:i/>
          <w:iCs/>
          <w:sz w:val="24"/>
          <w:szCs w:val="24"/>
        </w:rPr>
        <w:t>порядковым номером утверждения анкеты. Спасибо!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12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714FB" w:rsidRPr="00244DEF" w:rsidRDefault="00B714FB" w:rsidP="000F2B7C">
      <w:pPr>
        <w:pStyle w:val="ListParagraph"/>
        <w:widowControl w:val="0"/>
        <w:numPr>
          <w:ilvl w:val="0"/>
          <w:numId w:val="11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Те, кто критикуют происходящее в стране, не могут счи</w:t>
      </w:r>
      <w:r w:rsidRPr="00244DEF">
        <w:rPr>
          <w:rFonts w:ascii="Times New Roman" w:hAnsi="Times New Roman"/>
          <w:sz w:val="24"/>
          <w:szCs w:val="24"/>
        </w:rPr>
        <w:softHyphen/>
        <w:t>таться настоящими патриотами.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11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Бродячих собак надо уничтожать, так как они могут быть опасны.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Любой конфликт можно уладить, не прибегая к силе.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способен с радостью выполнять разную работу.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То, что многие называют культурными ценностями про</w:t>
      </w:r>
      <w:r w:rsidRPr="00244DEF">
        <w:rPr>
          <w:rFonts w:ascii="Times New Roman" w:hAnsi="Times New Roman"/>
          <w:sz w:val="24"/>
          <w:szCs w:val="24"/>
        </w:rPr>
        <w:softHyphen/>
        <w:t>шлого, на деле часто оказывается примитивной старой рухля</w:t>
      </w:r>
      <w:r w:rsidRPr="00244DEF">
        <w:rPr>
          <w:rFonts w:ascii="Times New Roman" w:hAnsi="Times New Roman"/>
          <w:sz w:val="24"/>
          <w:szCs w:val="24"/>
        </w:rPr>
        <w:softHyphen/>
        <w:t>дью.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11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Не стоит на уроке обращаться к учителю с вопросами: они отвлекают 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sz w:val="24"/>
          <w:szCs w:val="24"/>
        </w:rPr>
        <w:t>главного.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11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Человек, совершивший преступление, никогда не сможет измениться к лучшему.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11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Даже самые странные люди с самыми необычными увле</w:t>
      </w:r>
      <w:r w:rsidRPr="00244DEF">
        <w:rPr>
          <w:rFonts w:ascii="Times New Roman" w:hAnsi="Times New Roman"/>
          <w:sz w:val="24"/>
          <w:szCs w:val="24"/>
        </w:rPr>
        <w:softHyphen/>
        <w:t>чениями и интересами должны иметь право защищать себя и свои взгляды.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Занятия физкультурой или спортом - жизненная необходимость для каж</w:t>
      </w:r>
      <w:r w:rsidRPr="00244DEF">
        <w:rPr>
          <w:rFonts w:ascii="Times New Roman" w:hAnsi="Times New Roman"/>
          <w:sz w:val="24"/>
          <w:szCs w:val="24"/>
        </w:rPr>
        <w:softHyphen/>
        <w:t>дого человека.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Большинство моих сверстников предпочитает общаться с красивыми людьми.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многим обязан своей стране.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Человек – царь природы, а поэтому он вправе усовершенствовать её на свой лад и манер.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Люди, выступающие против войны, на самом деле трусо</w:t>
      </w:r>
      <w:r w:rsidRPr="00244DEF">
        <w:rPr>
          <w:rFonts w:ascii="Times New Roman" w:hAnsi="Times New Roman"/>
          <w:sz w:val="24"/>
          <w:szCs w:val="24"/>
        </w:rPr>
        <w:softHyphen/>
        <w:t>ваты.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Физический труд - удел неудачников.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Внешний вид - показатель уважения не только к себе, но и к окружающим.</w:t>
      </w:r>
      <w:r w:rsidRPr="00244DEF">
        <w:rPr>
          <w:rFonts w:ascii="Times New Roman" w:hAnsi="Times New Roman"/>
          <w:sz w:val="24"/>
          <w:szCs w:val="24"/>
        </w:rPr>
        <w:tab/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стремлюсь узнать значения незнакомых мне слов.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Стране станет легче, если мы избавимся 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sz w:val="24"/>
          <w:szCs w:val="24"/>
        </w:rPr>
        <w:t>психически больных людей.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Есть нации и народы, которые не заслужили, чтобы к ним хорошо относились.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Я считаю, что курение или алкоголь способны помочь </w:t>
      </w:r>
      <w:r w:rsidRPr="00244DEF">
        <w:rPr>
          <w:rFonts w:ascii="Times New Roman" w:hAnsi="Times New Roman"/>
          <w:sz w:val="24"/>
          <w:szCs w:val="24"/>
        </w:rPr>
        <w:tab/>
        <w:t>мне расслабиться, снять напряжение.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Я часто чувствую разочарование 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sz w:val="24"/>
          <w:szCs w:val="24"/>
        </w:rPr>
        <w:t>жизни.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готов защищать свою Родину в случае серьезной опас</w:t>
      </w:r>
      <w:r w:rsidRPr="00244DEF">
        <w:rPr>
          <w:rFonts w:ascii="Times New Roman" w:hAnsi="Times New Roman"/>
          <w:sz w:val="24"/>
          <w:szCs w:val="24"/>
        </w:rPr>
        <w:softHyphen/>
        <w:t>ности.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Держать животных в передвижных зверинцах - бесчело</w:t>
      </w:r>
      <w:r w:rsidRPr="00244DEF">
        <w:rPr>
          <w:rFonts w:ascii="Times New Roman" w:hAnsi="Times New Roman"/>
          <w:sz w:val="24"/>
          <w:szCs w:val="24"/>
        </w:rPr>
        <w:softHyphen/>
        <w:t>вечно.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Фильмы-боевики со стрельбой и кровью воспитывают му</w:t>
      </w:r>
      <w:r w:rsidRPr="00244DEF">
        <w:rPr>
          <w:rFonts w:ascii="Times New Roman" w:hAnsi="Times New Roman"/>
          <w:sz w:val="24"/>
          <w:szCs w:val="24"/>
        </w:rPr>
        <w:softHyphen/>
        <w:t>жество.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стыдно и неловко, когда я не выполняю порученную мне работу в полной мере.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Нецензурные выражения в общении - признак бескульту</w:t>
      </w:r>
      <w:r w:rsidRPr="00244DEF">
        <w:rPr>
          <w:rFonts w:ascii="Times New Roman" w:hAnsi="Times New Roman"/>
          <w:sz w:val="24"/>
          <w:szCs w:val="24"/>
        </w:rPr>
        <w:softHyphen/>
        <w:t>рья.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Учеба - занятие для зануд и зубрил.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Убийство человека может быть оправдано, если оно совершено ради торжества справедливости.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Большинство преступлений в нашем городе совершают приезжие.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От одной дозы наркотиков я не стану наркоманом.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очень сильно переживаю любые, даже незначительные, неудачи.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День Победы (9 Мая) - праздник только для ветеранов и пожилых людей.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Торговля редкими животными – вполне нормальное занятие, ведь людям надо как-то зарабатывать деньги.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На военнопленных не должны распространяться права человека, война есть война.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хотел бы попробовать свои силы в какой-то взрослой работе.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Какое общение без бутылочки пива!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Человек не может всего знать, поэтому я не беспокоюсь по поводу своего незнания некоторых важных вещей.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 Лучше оправдать 10 преступников, чем казнить одного невиновного.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Судейство в отношении «наших» на международных со</w:t>
      </w:r>
      <w:r w:rsidRPr="00244DEF">
        <w:rPr>
          <w:rFonts w:ascii="Times New Roman" w:hAnsi="Times New Roman"/>
          <w:sz w:val="24"/>
          <w:szCs w:val="24"/>
        </w:rPr>
        <w:softHyphen/>
        <w:t>ревнованиях часто несправедливо, потому что россиян никто не любит.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Если ты хочешь добиться чего-то  в жизни, надо стараться поддерживать хорошую физическую форму.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 Мне тяжело заводить знакомства с новыми людьми.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Оказавшись за границей, я постараюсь, чтобы меня не воспринимали как россиянина.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не стал бы  убирать чужой мусор в лесу  – это должен делать тот, кто намусорил.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Идти на уступки - значит, проявлять слабость.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нравится прилагать усилия для выполнения сложных учебных заданий.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Вандализм – современная  форма моло</w:t>
      </w:r>
      <w:r w:rsidRPr="00244DEF">
        <w:rPr>
          <w:rFonts w:ascii="Times New Roman" w:hAnsi="Times New Roman"/>
          <w:sz w:val="24"/>
          <w:szCs w:val="24"/>
        </w:rPr>
        <w:softHyphen/>
        <w:t>дежного протеста против взрослого мира.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нравится копаться в энциклопедиях, журналах, словарях: там можно найти много интересного.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Если рядом со мной находится человек, который чем-то расстроен, то я тоже чувствую себя плохо.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Несправедливо ставить людей с темным цветом кожи ру</w:t>
      </w:r>
      <w:r w:rsidRPr="00244DEF">
        <w:rPr>
          <w:rFonts w:ascii="Times New Roman" w:hAnsi="Times New Roman"/>
          <w:sz w:val="24"/>
          <w:szCs w:val="24"/>
        </w:rPr>
        <w:softHyphen/>
        <w:t>ководителями над белыми людьми.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предпочту активный отдых сидению у телевизора или компьютера.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неловко себя чувствую в незнакомой компании.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Бывает, что я испытываю сильное волнение, когда слышу песни о своей Родине.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Если учесть все «за» и «против», то хранение в России иностранных ядерных отходов принесет больше финансовой выгоды, чем экологического вреда.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 Мы - сильная военная держава, и именно поэтому нас должны уважать. 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считаю, что моё участие в субботнике по очистке территории двора или школы особо никому не нужно, ведь есть дворники и уборщицы, которые за эту работу получают деньги.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не могу представить русскую разговорную речь без мата.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думаю, что и без получения хороших знаний смогу в  будущем сделать неплохую карьеру.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Пыток  не заслуживают даже отъявленные преступники, ведь они тоже люди.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Власти должны запретить доступ в нашу страну бежен</w:t>
      </w:r>
      <w:r w:rsidRPr="00244DEF">
        <w:rPr>
          <w:rFonts w:ascii="Times New Roman" w:hAnsi="Times New Roman"/>
          <w:sz w:val="24"/>
          <w:szCs w:val="24"/>
        </w:rPr>
        <w:softHyphen/>
        <w:t>цам из экономически отсталых государств, так как их приток увеличивает уровень преступности.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Я думаю, что здоровье сегодня не самое главное в жизни. 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Меня не угнетает временное одиночество.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хотел бы съездить в другие страны, но жить я предпочитаю в своей.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считаю, что носить шубы из натурального меха без</w:t>
      </w:r>
      <w:r w:rsidRPr="00244DEF">
        <w:rPr>
          <w:rFonts w:ascii="Times New Roman" w:hAnsi="Times New Roman"/>
          <w:sz w:val="24"/>
          <w:szCs w:val="24"/>
        </w:rPr>
        <w:softHyphen/>
        <w:t>нравственно.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Мне кажется, что в нашей стране слишком много оружия.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могу заставить себя делать работу, которая мне не нравится.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Я могу нахамить человеку, если он мне чем-то не нравится.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Телевидение в первую очередь должно быть средством развлечения и отдыха и только во вторую - источником инфор</w:t>
      </w:r>
      <w:r w:rsidRPr="00244DEF">
        <w:rPr>
          <w:rFonts w:ascii="Times New Roman" w:hAnsi="Times New Roman"/>
          <w:sz w:val="24"/>
          <w:szCs w:val="24"/>
        </w:rPr>
        <w:softHyphen/>
        <w:t>мации о событиях в стране и мире.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Бомжей и попрошаек необходимо арестовывать  и принуждать к работе.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Различия в религиозных взглядах людей мешают объединению общества.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Вкусовые качества продуктов питания, на мой взгляд, важ</w:t>
      </w:r>
      <w:r w:rsidRPr="00244DEF">
        <w:rPr>
          <w:rFonts w:ascii="Times New Roman" w:hAnsi="Times New Roman"/>
          <w:sz w:val="24"/>
          <w:szCs w:val="24"/>
        </w:rPr>
        <w:softHyphen/>
        <w:t>нее их полезности.</w:t>
      </w:r>
    </w:p>
    <w:p w:rsidR="00B714FB" w:rsidRPr="00244DEF" w:rsidRDefault="00B714FB" w:rsidP="000F2B7C">
      <w:pPr>
        <w:pStyle w:val="ListParagraph"/>
        <w:widowControl w:val="0"/>
        <w:numPr>
          <w:ilvl w:val="0"/>
          <w:numId w:val="9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В глубине души я знаю, что недооцениваю себя. 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1761"/>
        <w:jc w:val="center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Бланк для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1843"/>
        <w:gridCol w:w="1842"/>
        <w:gridCol w:w="1843"/>
        <w:gridCol w:w="2126"/>
        <w:gridCol w:w="2268"/>
        <w:gridCol w:w="1985"/>
      </w:tblGrid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B714FB" w:rsidRPr="00244DEF" w:rsidTr="00011E81">
        <w:tc>
          <w:tcPr>
            <w:tcW w:w="2093" w:type="dxa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DEF">
        <w:rPr>
          <w:rFonts w:ascii="Times New Roman" w:hAnsi="Times New Roman"/>
          <w:b/>
          <w:sz w:val="24"/>
          <w:szCs w:val="24"/>
        </w:rPr>
        <w:t>Часть 2</w:t>
      </w:r>
    </w:p>
    <w:p w:rsidR="00B714FB" w:rsidRPr="00102BD3" w:rsidRDefault="00B714FB" w:rsidP="00102BD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02BD3">
        <w:rPr>
          <w:rFonts w:ascii="Times New Roman" w:hAnsi="Times New Roman"/>
          <w:iCs/>
          <w:sz w:val="24"/>
          <w:szCs w:val="24"/>
          <w:u w:val="single"/>
        </w:rPr>
        <w:t>Вариант проведения</w:t>
      </w:r>
      <w:r w:rsidRPr="00102BD3">
        <w:rPr>
          <w:rFonts w:ascii="Times New Roman" w:hAnsi="Times New Roman"/>
          <w:iCs/>
          <w:sz w:val="24"/>
          <w:szCs w:val="24"/>
        </w:rPr>
        <w:t>: школьник</w:t>
      </w:r>
      <w:r>
        <w:rPr>
          <w:rFonts w:ascii="Times New Roman" w:hAnsi="Times New Roman"/>
          <w:iCs/>
          <w:sz w:val="24"/>
          <w:szCs w:val="24"/>
        </w:rPr>
        <w:t>и</w:t>
      </w:r>
      <w:r w:rsidRPr="00102BD3">
        <w:rPr>
          <w:rFonts w:ascii="Times New Roman" w:hAnsi="Times New Roman"/>
          <w:iCs/>
          <w:sz w:val="24"/>
          <w:szCs w:val="24"/>
        </w:rPr>
        <w:t xml:space="preserve"> самостоятельно </w:t>
      </w:r>
      <w:r>
        <w:rPr>
          <w:rFonts w:ascii="Times New Roman" w:hAnsi="Times New Roman"/>
          <w:iCs/>
          <w:sz w:val="24"/>
          <w:szCs w:val="24"/>
        </w:rPr>
        <w:t>знакомя</w:t>
      </w:r>
      <w:r w:rsidRPr="00102BD3">
        <w:rPr>
          <w:rFonts w:ascii="Times New Roman" w:hAnsi="Times New Roman"/>
          <w:iCs/>
          <w:sz w:val="24"/>
          <w:szCs w:val="24"/>
        </w:rPr>
        <w:t>тся с правила</w:t>
      </w:r>
      <w:r>
        <w:rPr>
          <w:rFonts w:ascii="Times New Roman" w:hAnsi="Times New Roman"/>
          <w:iCs/>
          <w:sz w:val="24"/>
          <w:szCs w:val="24"/>
        </w:rPr>
        <w:t>ми заполнения таблицы и заполняю</w:t>
      </w:r>
      <w:r w:rsidRPr="00102BD3">
        <w:rPr>
          <w:rFonts w:ascii="Times New Roman" w:hAnsi="Times New Roman"/>
          <w:iCs/>
          <w:sz w:val="24"/>
          <w:szCs w:val="24"/>
        </w:rPr>
        <w:t>т её.</w:t>
      </w:r>
    </w:p>
    <w:p w:rsidR="00B714FB" w:rsidRPr="00102BD3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02BD3">
        <w:rPr>
          <w:rFonts w:ascii="Times New Roman" w:hAnsi="Times New Roman"/>
          <w:i/>
          <w:sz w:val="24"/>
          <w:szCs w:val="24"/>
        </w:rPr>
        <w:t xml:space="preserve">  Пожалуйста, вспомни: в каких организованных школой делах общественной направленности ты участвовал за последние два года твоей учебы в этой школе. Запиши эти дела в соответствующие разделы таблицы (при этом совсем необязательно стараться заполнять все разделы).</w:t>
      </w:r>
    </w:p>
    <w:p w:rsidR="00B714FB" w:rsidRPr="00102BD3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02BD3">
        <w:rPr>
          <w:rFonts w:ascii="Times New Roman" w:hAnsi="Times New Roman"/>
          <w:i/>
          <w:sz w:val="24"/>
          <w:szCs w:val="24"/>
        </w:rPr>
        <w:t xml:space="preserve">     Напротив каждого указанного тобой дела отметь, в каком статусе ты участвовал в нем: организатора (тогда в правой колонке поставь букву «О») или участника (тогда в правой колонке поставь букву «У»). Спасибо!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8014"/>
        <w:gridCol w:w="5811"/>
      </w:tblGrid>
      <w:tr w:rsidR="00B714FB" w:rsidRPr="00244DEF" w:rsidTr="00011E81">
        <w:trPr>
          <w:trHeight w:val="667"/>
        </w:trPr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(впиши их в соответствующие разделы)</w:t>
            </w: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(укажи свой статус одной буквой: «О» или «У»)</w:t>
            </w:r>
          </w:p>
        </w:tc>
      </w:tr>
      <w:tr w:rsidR="00B714FB" w:rsidRPr="00244DEF" w:rsidTr="00011E81">
        <w:tc>
          <w:tcPr>
            <w:tcW w:w="14283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Беседы, дискуссии, дебаты, круглые столы с представителями общества (в том числе и представителями других образовательных учреждений)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283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Митинги, шествия, распространение наглядной агитации экологической, патриотической, правозащитной, миротворческой и иной гуманитарной направленности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283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Непосредственная деятельная помощь ветеранам, пожилым людям, инвалидам, детским домам и т.п.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283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Непосредственное деятельное участие в наведении чистоты и благоустройстве улиц, скверов, парков, лесов, водоемов и прочих социальных и природных объектов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283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Поисковая деятельность, связанная с захоронением останков воинов, погибших в Великой Отечественной войне, установлением личности погибших воинов, розыском их родственников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283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Деятельное участие в восстановлении памятников истории и культуры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283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Оказание деятельной шефской помощи малышам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283" w:type="dxa"/>
            <w:gridSpan w:val="3"/>
          </w:tcPr>
          <w:p w:rsidR="00B714FB" w:rsidRPr="00244DEF" w:rsidRDefault="00B714FB" w:rsidP="00011E8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Деятельное участие в фольклорных, этнографических, краеведческих экспедициях</w:t>
            </w: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458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B714FB" w:rsidRPr="00244DEF" w:rsidRDefault="00B714FB" w:rsidP="00011E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Обработка результатов</w:t>
      </w:r>
      <w:r>
        <w:rPr>
          <w:rFonts w:ascii="Times New Roman" w:hAnsi="Times New Roman"/>
          <w:b/>
          <w:bCs/>
          <w:sz w:val="24"/>
          <w:szCs w:val="24"/>
        </w:rPr>
        <w:t xml:space="preserve"> (производится классным руководителем и специалистами сферы воспитания)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244DEF">
        <w:rPr>
          <w:rFonts w:ascii="Times New Roman" w:hAnsi="Times New Roman"/>
          <w:sz w:val="24"/>
          <w:szCs w:val="24"/>
        </w:rPr>
        <w:t>Ответы школьников распределяют</w:t>
      </w:r>
      <w:r>
        <w:rPr>
          <w:rFonts w:ascii="Times New Roman" w:hAnsi="Times New Roman"/>
          <w:sz w:val="24"/>
          <w:szCs w:val="24"/>
        </w:rPr>
        <w:t>ся по 10 шкалам: им соответствуют 10</w:t>
      </w:r>
      <w:r w:rsidRPr="00244DEF">
        <w:rPr>
          <w:rFonts w:ascii="Times New Roman" w:hAnsi="Times New Roman"/>
          <w:sz w:val="24"/>
          <w:szCs w:val="24"/>
        </w:rPr>
        <w:t xml:space="preserve"> строк в заполняемом респондентом бланке для ответов. Результаты получаются путе</w:t>
      </w:r>
      <w:r>
        <w:rPr>
          <w:rFonts w:ascii="Times New Roman" w:hAnsi="Times New Roman"/>
          <w:sz w:val="24"/>
          <w:szCs w:val="24"/>
        </w:rPr>
        <w:t>м</w:t>
      </w:r>
      <w:r w:rsidRPr="00244DEF">
        <w:rPr>
          <w:rFonts w:ascii="Times New Roman" w:hAnsi="Times New Roman"/>
          <w:sz w:val="24"/>
          <w:szCs w:val="24"/>
        </w:rPr>
        <w:t xml:space="preserve"> сложения баллов по каждой шкале.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Характер отношений школьника </w:t>
      </w:r>
      <w:r w:rsidRPr="002806D6">
        <w:rPr>
          <w:rFonts w:ascii="Times New Roman" w:hAnsi="Times New Roman"/>
          <w:b/>
          <w:sz w:val="24"/>
          <w:szCs w:val="24"/>
        </w:rPr>
        <w:t>к Отечеству</w:t>
      </w:r>
      <w:r w:rsidRPr="00244DEF">
        <w:rPr>
          <w:rFonts w:ascii="Times New Roman" w:hAnsi="Times New Roman"/>
          <w:sz w:val="24"/>
          <w:szCs w:val="24"/>
        </w:rPr>
        <w:t xml:space="preserve"> показыв</w:t>
      </w:r>
      <w:r>
        <w:rPr>
          <w:rFonts w:ascii="Times New Roman" w:hAnsi="Times New Roman"/>
          <w:sz w:val="24"/>
          <w:szCs w:val="24"/>
        </w:rPr>
        <w:t>ают его оценки высказываний №№ 1, 11, 21</w:t>
      </w:r>
      <w:r w:rsidRPr="00244DE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31, 41, 51, 61</w:t>
      </w:r>
      <w:r w:rsidRPr="00244DEF">
        <w:rPr>
          <w:rFonts w:ascii="Times New Roman" w:hAnsi="Times New Roman"/>
          <w:sz w:val="24"/>
          <w:szCs w:val="24"/>
        </w:rPr>
        <w:t>. При</w:t>
      </w:r>
      <w:r>
        <w:rPr>
          <w:rFonts w:ascii="Times New Roman" w:hAnsi="Times New Roman"/>
          <w:sz w:val="24"/>
          <w:szCs w:val="24"/>
        </w:rPr>
        <w:t xml:space="preserve"> этом в ответах на вопросы №№ 11, 21, 51, 61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</w:t>
      </w:r>
      <w:r>
        <w:rPr>
          <w:rFonts w:ascii="Times New Roman" w:hAnsi="Times New Roman"/>
          <w:sz w:val="24"/>
          <w:szCs w:val="24"/>
        </w:rPr>
        <w:t xml:space="preserve">ся. В ответах же на вопросы №№ 1, 31, </w:t>
      </w:r>
      <w:r w:rsidRPr="00244DE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1</w:t>
      </w:r>
      <w:r w:rsidRPr="00244DEF">
        <w:rPr>
          <w:rFonts w:ascii="Times New Roman" w:hAnsi="Times New Roman"/>
          <w:sz w:val="24"/>
          <w:szCs w:val="24"/>
        </w:rPr>
        <w:t xml:space="preserve"> знак меняется на противоположный.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Характер отношений школьника </w:t>
      </w:r>
      <w:r w:rsidRPr="002806D6">
        <w:rPr>
          <w:rFonts w:ascii="Times New Roman" w:hAnsi="Times New Roman"/>
          <w:b/>
          <w:sz w:val="24"/>
          <w:szCs w:val="24"/>
        </w:rPr>
        <w:t>к Земле</w:t>
      </w:r>
      <w:r w:rsidRPr="00244DEF">
        <w:rPr>
          <w:rFonts w:ascii="Times New Roman" w:hAnsi="Times New Roman"/>
          <w:sz w:val="24"/>
          <w:szCs w:val="24"/>
        </w:rPr>
        <w:t xml:space="preserve"> показыв</w:t>
      </w:r>
      <w:r>
        <w:rPr>
          <w:rFonts w:ascii="Times New Roman" w:hAnsi="Times New Roman"/>
          <w:sz w:val="24"/>
          <w:szCs w:val="24"/>
        </w:rPr>
        <w:t>ают его оценки высказываний №№ 2, 12, 22, 32, 42, 52, 62</w:t>
      </w:r>
      <w:r w:rsidRPr="00244DEF">
        <w:rPr>
          <w:rFonts w:ascii="Times New Roman" w:hAnsi="Times New Roman"/>
          <w:sz w:val="24"/>
          <w:szCs w:val="24"/>
        </w:rPr>
        <w:t>. При</w:t>
      </w:r>
      <w:r>
        <w:rPr>
          <w:rFonts w:ascii="Times New Roman" w:hAnsi="Times New Roman"/>
          <w:sz w:val="24"/>
          <w:szCs w:val="24"/>
        </w:rPr>
        <w:t xml:space="preserve"> этом в ответах на вопросы №№ 22,62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</w:t>
      </w:r>
      <w:r>
        <w:rPr>
          <w:rFonts w:ascii="Times New Roman" w:hAnsi="Times New Roman"/>
          <w:sz w:val="24"/>
          <w:szCs w:val="24"/>
        </w:rPr>
        <w:t>ся. В ответах же на вопросы №№ 2, 12, 32, 42, 52</w:t>
      </w:r>
      <w:r w:rsidRPr="00244DEF">
        <w:rPr>
          <w:rFonts w:ascii="Times New Roman" w:hAnsi="Times New Roman"/>
          <w:sz w:val="24"/>
          <w:szCs w:val="24"/>
        </w:rPr>
        <w:t xml:space="preserve"> знак меняется на противопо</w:t>
      </w:r>
      <w:r w:rsidRPr="00244DEF">
        <w:rPr>
          <w:rFonts w:ascii="Times New Roman" w:hAnsi="Times New Roman"/>
          <w:sz w:val="24"/>
          <w:szCs w:val="24"/>
        </w:rPr>
        <w:softHyphen/>
        <w:t>ложный.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Характер отношений школьника </w:t>
      </w:r>
      <w:r w:rsidRPr="002806D6">
        <w:rPr>
          <w:rFonts w:ascii="Times New Roman" w:hAnsi="Times New Roman"/>
          <w:b/>
          <w:sz w:val="24"/>
          <w:szCs w:val="24"/>
        </w:rPr>
        <w:t>к миру</w:t>
      </w:r>
      <w:r w:rsidRPr="00244DEF">
        <w:rPr>
          <w:rFonts w:ascii="Times New Roman" w:hAnsi="Times New Roman"/>
          <w:sz w:val="24"/>
          <w:szCs w:val="24"/>
        </w:rPr>
        <w:t xml:space="preserve"> показыв</w:t>
      </w:r>
      <w:r>
        <w:rPr>
          <w:rFonts w:ascii="Times New Roman" w:hAnsi="Times New Roman"/>
          <w:sz w:val="24"/>
          <w:szCs w:val="24"/>
        </w:rPr>
        <w:t>ают его оценки высказываний №№ 3, 13, 23, 33, 43, 53, 63</w:t>
      </w:r>
      <w:r w:rsidRPr="00244DEF">
        <w:rPr>
          <w:rFonts w:ascii="Times New Roman" w:hAnsi="Times New Roman"/>
          <w:sz w:val="24"/>
          <w:szCs w:val="24"/>
        </w:rPr>
        <w:t>. Пр</w:t>
      </w:r>
      <w:r>
        <w:rPr>
          <w:rFonts w:ascii="Times New Roman" w:hAnsi="Times New Roman"/>
          <w:sz w:val="24"/>
          <w:szCs w:val="24"/>
        </w:rPr>
        <w:t>и этом в ответах на вопросы №№ 3, 63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меняетс</w:t>
      </w:r>
      <w:r>
        <w:rPr>
          <w:rFonts w:ascii="Times New Roman" w:hAnsi="Times New Roman"/>
          <w:sz w:val="24"/>
          <w:szCs w:val="24"/>
        </w:rPr>
        <w:t>я. В ответах же на вопросы №№ 13, 23, 33, 43, 53</w:t>
      </w:r>
      <w:r w:rsidRPr="00244DEF">
        <w:rPr>
          <w:rFonts w:ascii="Times New Roman" w:hAnsi="Times New Roman"/>
          <w:sz w:val="24"/>
          <w:szCs w:val="24"/>
        </w:rPr>
        <w:t xml:space="preserve"> знак меняется на противопо</w:t>
      </w:r>
      <w:r w:rsidRPr="00244DEF">
        <w:rPr>
          <w:rFonts w:ascii="Times New Roman" w:hAnsi="Times New Roman"/>
          <w:sz w:val="24"/>
          <w:szCs w:val="24"/>
        </w:rPr>
        <w:softHyphen/>
        <w:t>ложный.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Характер отношений школьника </w:t>
      </w:r>
      <w:r w:rsidRPr="002806D6">
        <w:rPr>
          <w:rFonts w:ascii="Times New Roman" w:hAnsi="Times New Roman"/>
          <w:b/>
          <w:sz w:val="24"/>
          <w:szCs w:val="24"/>
        </w:rPr>
        <w:t>к труду</w:t>
      </w:r>
      <w:r w:rsidRPr="00244DEF">
        <w:rPr>
          <w:rFonts w:ascii="Times New Roman" w:hAnsi="Times New Roman"/>
          <w:sz w:val="24"/>
          <w:szCs w:val="24"/>
        </w:rPr>
        <w:t xml:space="preserve"> показыв</w:t>
      </w:r>
      <w:r>
        <w:rPr>
          <w:rFonts w:ascii="Times New Roman" w:hAnsi="Times New Roman"/>
          <w:sz w:val="24"/>
          <w:szCs w:val="24"/>
        </w:rPr>
        <w:t>ают его оценки высказываний №№ 4, 14, 24, 34, 44, 54, 64</w:t>
      </w:r>
      <w:r w:rsidRPr="00244DEF">
        <w:rPr>
          <w:rFonts w:ascii="Times New Roman" w:hAnsi="Times New Roman"/>
          <w:sz w:val="24"/>
          <w:szCs w:val="24"/>
        </w:rPr>
        <w:t>. Пр</w:t>
      </w:r>
      <w:r>
        <w:rPr>
          <w:rFonts w:ascii="Times New Roman" w:hAnsi="Times New Roman"/>
          <w:sz w:val="24"/>
          <w:szCs w:val="24"/>
        </w:rPr>
        <w:t>и этом в ответах на вопросы №№ 4, 24, 34, 44, 64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меняетс</w:t>
      </w:r>
      <w:r>
        <w:rPr>
          <w:rFonts w:ascii="Times New Roman" w:hAnsi="Times New Roman"/>
          <w:sz w:val="24"/>
          <w:szCs w:val="24"/>
        </w:rPr>
        <w:t>я. В ответах же на вопросы №№ 14, 54</w:t>
      </w:r>
      <w:r w:rsidRPr="00244DEF">
        <w:rPr>
          <w:rFonts w:ascii="Times New Roman" w:hAnsi="Times New Roman"/>
          <w:sz w:val="24"/>
          <w:szCs w:val="24"/>
        </w:rPr>
        <w:t xml:space="preserve"> знак меняется на противопо</w:t>
      </w:r>
      <w:r w:rsidRPr="00244DEF">
        <w:rPr>
          <w:rFonts w:ascii="Times New Roman" w:hAnsi="Times New Roman"/>
          <w:sz w:val="24"/>
          <w:szCs w:val="24"/>
        </w:rPr>
        <w:softHyphen/>
        <w:t>ложный.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Характер отношений школьника </w:t>
      </w:r>
      <w:r w:rsidRPr="00CA220C">
        <w:rPr>
          <w:rFonts w:ascii="Times New Roman" w:hAnsi="Times New Roman"/>
          <w:b/>
          <w:sz w:val="24"/>
          <w:szCs w:val="24"/>
        </w:rPr>
        <w:t>к культуре</w:t>
      </w:r>
      <w:r w:rsidRPr="00244DEF">
        <w:rPr>
          <w:rFonts w:ascii="Times New Roman" w:hAnsi="Times New Roman"/>
          <w:sz w:val="24"/>
          <w:szCs w:val="24"/>
        </w:rPr>
        <w:t xml:space="preserve"> показыв</w:t>
      </w:r>
      <w:r>
        <w:rPr>
          <w:rFonts w:ascii="Times New Roman" w:hAnsi="Times New Roman"/>
          <w:sz w:val="24"/>
          <w:szCs w:val="24"/>
        </w:rPr>
        <w:t>ают его оценки высказываний №№ 5, 15, 25, 35, 45, 55, 65</w:t>
      </w:r>
      <w:r w:rsidRPr="00244DEF">
        <w:rPr>
          <w:rFonts w:ascii="Times New Roman" w:hAnsi="Times New Roman"/>
          <w:sz w:val="24"/>
          <w:szCs w:val="24"/>
        </w:rPr>
        <w:t>. При</w:t>
      </w:r>
      <w:r>
        <w:rPr>
          <w:rFonts w:ascii="Times New Roman" w:hAnsi="Times New Roman"/>
          <w:sz w:val="24"/>
          <w:szCs w:val="24"/>
        </w:rPr>
        <w:t xml:space="preserve"> этом в ответах на вопросы №№ 15, 25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</w:t>
      </w:r>
      <w:r>
        <w:rPr>
          <w:rFonts w:ascii="Times New Roman" w:hAnsi="Times New Roman"/>
          <w:sz w:val="24"/>
          <w:szCs w:val="24"/>
        </w:rPr>
        <w:t>ся. В ответах же на вопросы №№ 5, 35, 45, 55, 65</w:t>
      </w:r>
      <w:r w:rsidRPr="00244DEF">
        <w:rPr>
          <w:rFonts w:ascii="Times New Roman" w:hAnsi="Times New Roman"/>
          <w:sz w:val="24"/>
          <w:szCs w:val="24"/>
        </w:rPr>
        <w:t xml:space="preserve"> знак</w:t>
      </w:r>
      <w:r>
        <w:rPr>
          <w:rFonts w:ascii="Times New Roman" w:hAnsi="Times New Roman"/>
          <w:sz w:val="24"/>
          <w:szCs w:val="24"/>
        </w:rPr>
        <w:t xml:space="preserve"> меняется на противопо</w:t>
      </w:r>
      <w:r>
        <w:rPr>
          <w:rFonts w:ascii="Times New Roman" w:hAnsi="Times New Roman"/>
          <w:sz w:val="24"/>
          <w:szCs w:val="24"/>
        </w:rPr>
        <w:softHyphen/>
        <w:t xml:space="preserve">ложный. 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Характер отношений школьника </w:t>
      </w:r>
      <w:r w:rsidRPr="00CA220C">
        <w:rPr>
          <w:rFonts w:ascii="Times New Roman" w:hAnsi="Times New Roman"/>
          <w:b/>
          <w:sz w:val="24"/>
          <w:szCs w:val="24"/>
        </w:rPr>
        <w:t>к знаниям</w:t>
      </w:r>
      <w:r w:rsidRPr="00244DEF">
        <w:rPr>
          <w:rFonts w:ascii="Times New Roman" w:hAnsi="Times New Roman"/>
          <w:sz w:val="24"/>
          <w:szCs w:val="24"/>
        </w:rPr>
        <w:t xml:space="preserve"> показыв</w:t>
      </w:r>
      <w:r>
        <w:rPr>
          <w:rFonts w:ascii="Times New Roman" w:hAnsi="Times New Roman"/>
          <w:sz w:val="24"/>
          <w:szCs w:val="24"/>
        </w:rPr>
        <w:t>ают его оценки высказываний №№ 6, 16, 26, 36, 46, 56, 66</w:t>
      </w:r>
      <w:r w:rsidRPr="00244DEF">
        <w:rPr>
          <w:rFonts w:ascii="Times New Roman" w:hAnsi="Times New Roman"/>
          <w:sz w:val="24"/>
          <w:szCs w:val="24"/>
        </w:rPr>
        <w:t>. При</w:t>
      </w:r>
      <w:r>
        <w:rPr>
          <w:rFonts w:ascii="Times New Roman" w:hAnsi="Times New Roman"/>
          <w:sz w:val="24"/>
          <w:szCs w:val="24"/>
        </w:rPr>
        <w:t xml:space="preserve"> этом в ответах на вопросы №№ 16, 46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</w:t>
      </w:r>
      <w:r>
        <w:rPr>
          <w:rFonts w:ascii="Times New Roman" w:hAnsi="Times New Roman"/>
          <w:sz w:val="24"/>
          <w:szCs w:val="24"/>
        </w:rPr>
        <w:t>ся. В ответах же на вопросы №№ 6, 26, 36, 56, 66</w:t>
      </w:r>
      <w:r w:rsidRPr="00244DEF">
        <w:rPr>
          <w:rFonts w:ascii="Times New Roman" w:hAnsi="Times New Roman"/>
          <w:sz w:val="24"/>
          <w:szCs w:val="24"/>
        </w:rPr>
        <w:t xml:space="preserve"> знак меняется на противопо</w:t>
      </w:r>
      <w:r w:rsidRPr="00244DEF">
        <w:rPr>
          <w:rFonts w:ascii="Times New Roman" w:hAnsi="Times New Roman"/>
          <w:sz w:val="24"/>
          <w:szCs w:val="24"/>
        </w:rPr>
        <w:softHyphen/>
        <w:t>ложный.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Характер отношений ш</w:t>
      </w:r>
      <w:r>
        <w:rPr>
          <w:rFonts w:ascii="Times New Roman" w:hAnsi="Times New Roman"/>
          <w:sz w:val="24"/>
          <w:szCs w:val="24"/>
        </w:rPr>
        <w:t xml:space="preserve">кольника </w:t>
      </w:r>
      <w:r w:rsidRPr="00CA220C">
        <w:rPr>
          <w:rFonts w:ascii="Times New Roman" w:hAnsi="Times New Roman"/>
          <w:b/>
          <w:sz w:val="24"/>
          <w:szCs w:val="24"/>
        </w:rPr>
        <w:t>к другим людям</w:t>
      </w:r>
      <w:r w:rsidRPr="00244DEF">
        <w:rPr>
          <w:rFonts w:ascii="Times New Roman" w:hAnsi="Times New Roman"/>
          <w:sz w:val="24"/>
          <w:szCs w:val="24"/>
        </w:rPr>
        <w:t xml:space="preserve"> показыв</w:t>
      </w:r>
      <w:r>
        <w:rPr>
          <w:rFonts w:ascii="Times New Roman" w:hAnsi="Times New Roman"/>
          <w:sz w:val="24"/>
          <w:szCs w:val="24"/>
        </w:rPr>
        <w:t>ают его оценки высказываний №№ 7, 17, 27, 37, 47, 57, 67</w:t>
      </w:r>
      <w:r w:rsidRPr="00244DEF">
        <w:rPr>
          <w:rFonts w:ascii="Times New Roman" w:hAnsi="Times New Roman"/>
          <w:sz w:val="24"/>
          <w:szCs w:val="24"/>
        </w:rPr>
        <w:t>. Пр</w:t>
      </w:r>
      <w:r>
        <w:rPr>
          <w:rFonts w:ascii="Times New Roman" w:hAnsi="Times New Roman"/>
          <w:sz w:val="24"/>
          <w:szCs w:val="24"/>
        </w:rPr>
        <w:t>и этом в ответах на вопросы №№ 37, 47</w:t>
      </w:r>
      <w:r w:rsidRPr="00244DE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57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</w:t>
      </w:r>
      <w:r>
        <w:rPr>
          <w:rFonts w:ascii="Times New Roman" w:hAnsi="Times New Roman"/>
          <w:sz w:val="24"/>
          <w:szCs w:val="24"/>
        </w:rPr>
        <w:t>ся. В ответах же на вопросы №№ 7, 17, 27, 67</w:t>
      </w:r>
      <w:r w:rsidRPr="00244DEF">
        <w:rPr>
          <w:rFonts w:ascii="Times New Roman" w:hAnsi="Times New Roman"/>
          <w:sz w:val="24"/>
          <w:szCs w:val="24"/>
        </w:rPr>
        <w:t xml:space="preserve"> знак меня</w:t>
      </w:r>
      <w:r w:rsidRPr="00244DEF">
        <w:rPr>
          <w:rFonts w:ascii="Times New Roman" w:hAnsi="Times New Roman"/>
          <w:sz w:val="24"/>
          <w:szCs w:val="24"/>
        </w:rPr>
        <w:softHyphen/>
        <w:t>ется на противоположный.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Характер от</w:t>
      </w:r>
      <w:r>
        <w:rPr>
          <w:rFonts w:ascii="Times New Roman" w:hAnsi="Times New Roman"/>
          <w:sz w:val="24"/>
          <w:szCs w:val="24"/>
        </w:rPr>
        <w:t xml:space="preserve">ношений школьника </w:t>
      </w:r>
      <w:r w:rsidRPr="003F70A8">
        <w:rPr>
          <w:rFonts w:ascii="Times New Roman" w:hAnsi="Times New Roman"/>
          <w:b/>
          <w:sz w:val="24"/>
          <w:szCs w:val="24"/>
        </w:rPr>
        <w:t>к  иным людям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44DEF">
        <w:rPr>
          <w:rFonts w:ascii="Times New Roman" w:hAnsi="Times New Roman"/>
          <w:sz w:val="24"/>
          <w:szCs w:val="24"/>
        </w:rPr>
        <w:t>пред</w:t>
      </w:r>
      <w:r>
        <w:rPr>
          <w:rFonts w:ascii="Times New Roman" w:hAnsi="Times New Roman"/>
          <w:sz w:val="24"/>
          <w:szCs w:val="24"/>
        </w:rPr>
        <w:t>ставителям</w:t>
      </w:r>
      <w:r w:rsidRPr="00244DEF">
        <w:rPr>
          <w:rFonts w:ascii="Times New Roman" w:hAnsi="Times New Roman"/>
          <w:sz w:val="24"/>
          <w:szCs w:val="24"/>
        </w:rPr>
        <w:t xml:space="preserve"> иной национальности, иной веры, иной куль</w:t>
      </w:r>
      <w:r w:rsidRPr="00244DEF">
        <w:rPr>
          <w:rFonts w:ascii="Times New Roman" w:hAnsi="Times New Roman"/>
          <w:sz w:val="24"/>
          <w:szCs w:val="24"/>
        </w:rPr>
        <w:softHyphen/>
        <w:t>туры показыва</w:t>
      </w:r>
      <w:r>
        <w:rPr>
          <w:rFonts w:ascii="Times New Roman" w:hAnsi="Times New Roman"/>
          <w:sz w:val="24"/>
          <w:szCs w:val="24"/>
        </w:rPr>
        <w:t>ют его оценки высказываний №№ 8, 18, 28, 38, 48, 58, 6</w:t>
      </w:r>
      <w:r w:rsidRPr="00244DEF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При этом в ответе на вопрос №8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меняетс</w:t>
      </w:r>
      <w:r>
        <w:rPr>
          <w:rFonts w:ascii="Times New Roman" w:hAnsi="Times New Roman"/>
          <w:sz w:val="24"/>
          <w:szCs w:val="24"/>
        </w:rPr>
        <w:t>я. В ответах же на вопросы №№ 18</w:t>
      </w:r>
      <w:r w:rsidRPr="00244DE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28, 38, 48, 58, 6</w:t>
      </w:r>
      <w:r w:rsidRPr="00244DE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знак меняет</w:t>
      </w:r>
      <w:r w:rsidRPr="00244DEF">
        <w:rPr>
          <w:rFonts w:ascii="Times New Roman" w:hAnsi="Times New Roman"/>
          <w:sz w:val="24"/>
          <w:szCs w:val="24"/>
        </w:rPr>
        <w:softHyphen/>
        <w:t>ся на противоположный.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Характер отношений школьника </w:t>
      </w:r>
      <w:r w:rsidRPr="003F70A8">
        <w:rPr>
          <w:rFonts w:ascii="Times New Roman" w:hAnsi="Times New Roman"/>
          <w:b/>
          <w:sz w:val="24"/>
          <w:szCs w:val="24"/>
        </w:rPr>
        <w:t>к своему здоровью</w:t>
      </w:r>
      <w:r>
        <w:rPr>
          <w:rFonts w:ascii="Times New Roman" w:hAnsi="Times New Roman"/>
          <w:sz w:val="24"/>
          <w:szCs w:val="24"/>
        </w:rPr>
        <w:t xml:space="preserve">, своему </w:t>
      </w:r>
      <w:r w:rsidRPr="00244DEF">
        <w:rPr>
          <w:rFonts w:ascii="Times New Roman" w:hAnsi="Times New Roman"/>
          <w:sz w:val="24"/>
          <w:szCs w:val="24"/>
        </w:rPr>
        <w:t xml:space="preserve">телесному </w:t>
      </w:r>
      <w:r>
        <w:rPr>
          <w:rFonts w:ascii="Times New Roman" w:hAnsi="Times New Roman"/>
          <w:sz w:val="24"/>
          <w:szCs w:val="24"/>
        </w:rPr>
        <w:t>«</w:t>
      </w:r>
      <w:r w:rsidRPr="00244DEF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244DEF">
        <w:rPr>
          <w:rFonts w:ascii="Times New Roman" w:hAnsi="Times New Roman"/>
          <w:sz w:val="24"/>
          <w:szCs w:val="24"/>
        </w:rPr>
        <w:t xml:space="preserve"> показыва</w:t>
      </w:r>
      <w:r>
        <w:rPr>
          <w:rFonts w:ascii="Times New Roman" w:hAnsi="Times New Roman"/>
          <w:sz w:val="24"/>
          <w:szCs w:val="24"/>
        </w:rPr>
        <w:t>ют его оценки высказываний №№ 9, 19, 29, 39, 49, 59, 6</w:t>
      </w:r>
      <w:r w:rsidRPr="00244DEF">
        <w:rPr>
          <w:rFonts w:ascii="Times New Roman" w:hAnsi="Times New Roman"/>
          <w:sz w:val="24"/>
          <w:szCs w:val="24"/>
        </w:rPr>
        <w:t>9. При</w:t>
      </w:r>
      <w:r>
        <w:rPr>
          <w:rFonts w:ascii="Times New Roman" w:hAnsi="Times New Roman"/>
          <w:sz w:val="24"/>
          <w:szCs w:val="24"/>
        </w:rPr>
        <w:t xml:space="preserve"> этом в ответах на вопросы №№ 9, 39, 49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меняетс</w:t>
      </w:r>
      <w:r>
        <w:rPr>
          <w:rFonts w:ascii="Times New Roman" w:hAnsi="Times New Roman"/>
          <w:sz w:val="24"/>
          <w:szCs w:val="24"/>
        </w:rPr>
        <w:t>я. В ответах же на вопросы №№ 19, 29, 59, 6</w:t>
      </w:r>
      <w:r w:rsidRPr="00244DEF">
        <w:rPr>
          <w:rFonts w:ascii="Times New Roman" w:hAnsi="Times New Roman"/>
          <w:sz w:val="24"/>
          <w:szCs w:val="24"/>
        </w:rPr>
        <w:t>9 знак меняется на противоположный.</w:t>
      </w:r>
    </w:p>
    <w:p w:rsidR="00B714FB" w:rsidRPr="00244DEF" w:rsidRDefault="00B714FB" w:rsidP="000F2B7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 xml:space="preserve">Характер отношений школьника </w:t>
      </w:r>
      <w:r w:rsidRPr="003F70A8">
        <w:rPr>
          <w:rFonts w:ascii="Times New Roman" w:hAnsi="Times New Roman"/>
          <w:b/>
          <w:sz w:val="24"/>
          <w:szCs w:val="24"/>
        </w:rPr>
        <w:t>к своему внутреннему миру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своему душевному «Я» </w:t>
      </w:r>
      <w:r w:rsidRPr="00244DEF">
        <w:rPr>
          <w:rFonts w:ascii="Times New Roman" w:hAnsi="Times New Roman"/>
          <w:sz w:val="24"/>
          <w:szCs w:val="24"/>
        </w:rPr>
        <w:t xml:space="preserve"> показываю</w:t>
      </w:r>
      <w:r>
        <w:rPr>
          <w:rFonts w:ascii="Times New Roman" w:hAnsi="Times New Roman"/>
          <w:sz w:val="24"/>
          <w:szCs w:val="24"/>
        </w:rPr>
        <w:t>т его оценки высказыва</w:t>
      </w:r>
      <w:r>
        <w:rPr>
          <w:rFonts w:ascii="Times New Roman" w:hAnsi="Times New Roman"/>
          <w:sz w:val="24"/>
          <w:szCs w:val="24"/>
        </w:rPr>
        <w:softHyphen/>
        <w:t>ний №№ 10, 20, 30, 40, 50, 60, 70</w:t>
      </w:r>
      <w:r w:rsidRPr="00244DE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При этом в ответе на вопрос № 60</w:t>
      </w:r>
      <w:r w:rsidRPr="00244DEF">
        <w:rPr>
          <w:rFonts w:ascii="Times New Roman" w:hAnsi="Times New Roman"/>
          <w:sz w:val="24"/>
          <w:szCs w:val="24"/>
        </w:rPr>
        <w:t xml:space="preserve"> знак не меняется. В ответах же на вопросы №№ </w:t>
      </w:r>
      <w:r>
        <w:rPr>
          <w:rFonts w:ascii="Times New Roman" w:hAnsi="Times New Roman"/>
          <w:sz w:val="24"/>
          <w:szCs w:val="24"/>
        </w:rPr>
        <w:t>10, 20, 30, 40, 50, 70</w:t>
      </w:r>
      <w:r w:rsidRPr="00244DEF">
        <w:rPr>
          <w:rFonts w:ascii="Times New Roman" w:hAnsi="Times New Roman"/>
          <w:sz w:val="24"/>
          <w:szCs w:val="24"/>
        </w:rPr>
        <w:t xml:space="preserve"> знак меняется на противоположный.</w:t>
      </w:r>
    </w:p>
    <w:p w:rsidR="00B714FB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02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02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Интерпретация результатов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78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Предлагаемое Вашему вниманию описание уровней разви</w:t>
      </w:r>
      <w:r w:rsidRPr="00244DEF">
        <w:rPr>
          <w:rFonts w:ascii="Times New Roman" w:hAnsi="Times New Roman"/>
          <w:sz w:val="24"/>
          <w:szCs w:val="24"/>
        </w:rPr>
        <w:softHyphen/>
        <w:t>тия отношения ребенка к той или иной ценности дает приблизи</w:t>
      </w:r>
      <w:r w:rsidRPr="00244DEF">
        <w:rPr>
          <w:rFonts w:ascii="Times New Roman" w:hAnsi="Times New Roman"/>
          <w:sz w:val="24"/>
          <w:szCs w:val="24"/>
        </w:rPr>
        <w:softHyphen/>
        <w:t>тельную, типизированную картину того, что стоит за ответами школьника на соответствующую группу вопросов. Это не точный диагноз, это тенденция, повод для Вашего педагогического раз</w:t>
      </w:r>
      <w:r w:rsidRPr="00244DEF">
        <w:rPr>
          <w:rFonts w:ascii="Times New Roman" w:hAnsi="Times New Roman"/>
          <w:sz w:val="24"/>
          <w:szCs w:val="24"/>
        </w:rPr>
        <w:softHyphen/>
        <w:t>мышления.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sz w:val="24"/>
          <w:szCs w:val="24"/>
        </w:rPr>
        <w:t>В случае групповой диагностики при обобщении результатов не ограничивайтесь констатацией процентного распределения ответов по четырем уровням. Сделайте общую картину много</w:t>
      </w:r>
      <w:r w:rsidRPr="00244DEF">
        <w:rPr>
          <w:rFonts w:ascii="Times New Roman" w:hAnsi="Times New Roman"/>
          <w:sz w:val="24"/>
          <w:szCs w:val="24"/>
        </w:rPr>
        <w:softHyphen/>
        <w:t>гранной и многоцветной, отметьте для себя особо выдающиеся результаты.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Отношение подростка к Отечеству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3F70A8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3F70A8">
        <w:rPr>
          <w:rFonts w:ascii="Times New Roman" w:hAnsi="Times New Roman"/>
          <w:b/>
          <w:sz w:val="24"/>
          <w:szCs w:val="24"/>
        </w:rPr>
        <w:t xml:space="preserve">+15 до +28 </w:t>
      </w:r>
      <w:r w:rsidRPr="003F70A8">
        <w:rPr>
          <w:rFonts w:ascii="Times New Roman" w:hAnsi="Times New Roman"/>
          <w:b/>
          <w:i/>
          <w:iCs/>
          <w:sz w:val="24"/>
          <w:szCs w:val="24"/>
        </w:rPr>
        <w:t>баллов (устойчиво-позитивное отноше</w:t>
      </w:r>
      <w:r w:rsidRPr="003F70A8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подростку присущи вполне развитые чувства гражданствен</w:t>
      </w:r>
      <w:r w:rsidRPr="00244DEF">
        <w:rPr>
          <w:rFonts w:ascii="Times New Roman" w:hAnsi="Times New Roman"/>
          <w:sz w:val="24"/>
          <w:szCs w:val="24"/>
        </w:rPr>
        <w:softHyphen/>
        <w:t>ности и патриотизма. Родина для него не абстрактная категория, а конкретная страна, где он собирается жить, которой ОН гордит</w:t>
      </w:r>
      <w:r w:rsidRPr="00244DEF">
        <w:rPr>
          <w:rFonts w:ascii="Times New Roman" w:hAnsi="Times New Roman"/>
          <w:sz w:val="24"/>
          <w:szCs w:val="24"/>
        </w:rPr>
        <w:softHyphen/>
        <w:t>ся. Он чувствует свою личную ответственность за судьбу страны. При этом подобные чувства вызваны не конъюнктурой, не модой на патриотизм, а являются глубоко личными, пережитыми.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2"/>
        <w:jc w:val="both"/>
        <w:rPr>
          <w:rFonts w:ascii="Times New Roman" w:hAnsi="Times New Roman"/>
          <w:sz w:val="24"/>
          <w:szCs w:val="24"/>
        </w:rPr>
      </w:pPr>
      <w:r w:rsidRPr="003F70A8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3F70A8">
        <w:rPr>
          <w:rFonts w:ascii="Times New Roman" w:hAnsi="Times New Roman"/>
          <w:b/>
          <w:sz w:val="24"/>
          <w:szCs w:val="24"/>
        </w:rPr>
        <w:t xml:space="preserve">+1 до +14 </w:t>
      </w:r>
      <w:r w:rsidRPr="003F70A8">
        <w:rPr>
          <w:rFonts w:ascii="Times New Roman" w:hAnsi="Times New Roman"/>
          <w:b/>
          <w:i/>
          <w:iCs/>
          <w:sz w:val="24"/>
          <w:szCs w:val="24"/>
        </w:rPr>
        <w:t>баллов (ситуативно-позитивное отноше</w:t>
      </w:r>
      <w:r w:rsidRPr="003F70A8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подросток переживает чувство Родины как чувство род</w:t>
      </w:r>
      <w:r w:rsidRPr="00244DEF">
        <w:rPr>
          <w:rFonts w:ascii="Times New Roman" w:hAnsi="Times New Roman"/>
          <w:sz w:val="24"/>
          <w:szCs w:val="24"/>
        </w:rPr>
        <w:softHyphen/>
        <w:t>ного дома, деревни, города. Однако, ему кажется, что то, что происходит в стране и на его «малой родине», имеет между собой мало общего. Он встает, когда звучит гимн, скорее, не по душевному порыву, а потому, что так принято. При необходимо</w:t>
      </w:r>
      <w:r w:rsidRPr="00244DEF">
        <w:rPr>
          <w:rFonts w:ascii="Times New Roman" w:hAnsi="Times New Roman"/>
          <w:sz w:val="24"/>
          <w:szCs w:val="24"/>
        </w:rPr>
        <w:softHyphen/>
        <w:t>сти подросток не откажется помочь ветеранам, хотя сам своей помощи может и не предложить.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2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 до -14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баллов (ситуативно-негативное отношение) </w:t>
      </w:r>
      <w:r w:rsidRPr="00244DEF">
        <w:rPr>
          <w:rFonts w:ascii="Times New Roman" w:hAnsi="Times New Roman"/>
          <w:sz w:val="24"/>
          <w:szCs w:val="24"/>
        </w:rPr>
        <w:t>- подросток старается открыто не проявлять свое отношение к стране. К разговорам об ее «убогости» он в принципе равноду</w:t>
      </w:r>
      <w:r w:rsidRPr="00244DEF">
        <w:rPr>
          <w:rFonts w:ascii="Times New Roman" w:hAnsi="Times New Roman"/>
          <w:sz w:val="24"/>
          <w:szCs w:val="24"/>
        </w:rPr>
        <w:softHyphen/>
        <w:t>шен. Он может «правильно» выступить на тему гражданственно</w:t>
      </w:r>
      <w:r w:rsidRPr="00244DEF">
        <w:rPr>
          <w:rFonts w:ascii="Times New Roman" w:hAnsi="Times New Roman"/>
          <w:sz w:val="24"/>
          <w:szCs w:val="24"/>
        </w:rPr>
        <w:softHyphen/>
        <w:t>сти и патриотизма, но в зависимости от ситуации по-разному расставить акценты. Подросток умеет угадывать, в какой мо</w:t>
      </w:r>
      <w:r w:rsidRPr="00244DEF">
        <w:rPr>
          <w:rFonts w:ascii="Times New Roman" w:hAnsi="Times New Roman"/>
          <w:sz w:val="24"/>
          <w:szCs w:val="24"/>
        </w:rPr>
        <w:softHyphen/>
        <w:t>мент что «патриотично», а что нет. Ему кажется, что то, что происходит со страной и с ним самим, имеет между собой мало общего.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2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-15 до -28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баллов (устойчиво-негативное) </w:t>
      </w:r>
      <w:r w:rsidRPr="00244DEF">
        <w:rPr>
          <w:rFonts w:ascii="Times New Roman" w:hAnsi="Times New Roman"/>
          <w:sz w:val="24"/>
          <w:szCs w:val="24"/>
        </w:rPr>
        <w:t>- можно предположить, что подростка отличает обывательское отноше</w:t>
      </w:r>
      <w:r w:rsidRPr="00244DEF">
        <w:rPr>
          <w:rFonts w:ascii="Times New Roman" w:hAnsi="Times New Roman"/>
          <w:sz w:val="24"/>
          <w:szCs w:val="24"/>
        </w:rPr>
        <w:softHyphen/>
        <w:t>ние к своей стране. Родина для него просто место, где он жи</w:t>
      </w:r>
      <w:r w:rsidRPr="00244DEF">
        <w:rPr>
          <w:rFonts w:ascii="Times New Roman" w:hAnsi="Times New Roman"/>
          <w:sz w:val="24"/>
          <w:szCs w:val="24"/>
        </w:rPr>
        <w:softHyphen/>
        <w:t>вет, и которое легко можно поменять на любое другое. Все успехи - это его собственные успехи, а в неудачах виновата страна («да разве в этой стране...»). Может быть, сам он не будет участвовать в осквернении памятников, но точно не осу</w:t>
      </w:r>
      <w:r w:rsidRPr="00244DEF">
        <w:rPr>
          <w:rFonts w:ascii="Times New Roman" w:hAnsi="Times New Roman"/>
          <w:sz w:val="24"/>
          <w:szCs w:val="24"/>
        </w:rPr>
        <w:softHyphen/>
        <w:t>дит других, ведь память - это не то, за что можно получить дивиденды.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Отнош</w:t>
      </w:r>
      <w:r>
        <w:rPr>
          <w:rFonts w:ascii="Times New Roman" w:hAnsi="Times New Roman"/>
          <w:b/>
          <w:bCs/>
          <w:sz w:val="24"/>
          <w:szCs w:val="24"/>
        </w:rPr>
        <w:t xml:space="preserve">ение подростка к Земле 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7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+15 до +28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у подростка вполне развитое экологическое сознание. Для него естественно чувство жалости и сопереживания любым животным; он готов убирать лес и чистить водоемы, находя эти занятия увлекательными и важными лично для себя. И уж точно подберет и накормит брошенного щенка, не забудет полить цветы (совсем не из желания получить похвалу от взрослого, а из потребности ощущать гармонию мира, в котором живет).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7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+1 до +14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(ситуативно-позитивное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подросток заботится о животных, цветах, но главным об</w:t>
      </w:r>
      <w:r w:rsidRPr="00244DEF">
        <w:rPr>
          <w:rFonts w:ascii="Times New Roman" w:hAnsi="Times New Roman"/>
          <w:sz w:val="24"/>
          <w:szCs w:val="24"/>
        </w:rPr>
        <w:softHyphen/>
        <w:t>разом о тех, которые принадлежат непосредственно ему. Эко</w:t>
      </w:r>
      <w:r w:rsidRPr="00244DEF">
        <w:rPr>
          <w:rFonts w:ascii="Times New Roman" w:hAnsi="Times New Roman"/>
          <w:sz w:val="24"/>
          <w:szCs w:val="24"/>
        </w:rPr>
        <w:softHyphen/>
        <w:t>логические проблемы воспринимаются им как объективно важ</w:t>
      </w:r>
      <w:r w:rsidRPr="00244DEF">
        <w:rPr>
          <w:rFonts w:ascii="Times New Roman" w:hAnsi="Times New Roman"/>
          <w:sz w:val="24"/>
          <w:szCs w:val="24"/>
        </w:rPr>
        <w:softHyphen/>
        <w:t>ные, но при этом не зависящие от него лично. Он не будет сорить в лесу, если этого не делают другие. Примет вместе с классом участие в субботнике, но если есть возможность отка</w:t>
      </w:r>
      <w:r w:rsidRPr="00244DEF">
        <w:rPr>
          <w:rFonts w:ascii="Times New Roman" w:hAnsi="Times New Roman"/>
          <w:sz w:val="24"/>
          <w:szCs w:val="24"/>
        </w:rPr>
        <w:softHyphen/>
        <w:t>заться, то он ею, скорее всего, воспользуется.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7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 до -14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баллов (ситуативно-негативное отношение) </w:t>
      </w:r>
      <w:r w:rsidRPr="00244DEF">
        <w:rPr>
          <w:rFonts w:ascii="Times New Roman" w:hAnsi="Times New Roman"/>
          <w:sz w:val="24"/>
          <w:szCs w:val="24"/>
        </w:rPr>
        <w:t>- собственное мнение подростка об экологических проблемах зависит от конъюнктуры. Он предпочитает не обращать внима</w:t>
      </w:r>
      <w:r w:rsidRPr="00244DEF">
        <w:rPr>
          <w:rFonts w:ascii="Times New Roman" w:hAnsi="Times New Roman"/>
          <w:sz w:val="24"/>
          <w:szCs w:val="24"/>
        </w:rPr>
        <w:softHyphen/>
        <w:t xml:space="preserve">ния на такие мелочи, как брошенный им мусор, подожженную урну. Ломая ветки в лесу, гоняя кошек и собак во дворе, он не задумывается о том, что делает. И уж тем более не отреагирует, </w:t>
      </w:r>
      <w:r w:rsidRPr="00244DEF">
        <w:rPr>
          <w:rFonts w:ascii="Times New Roman" w:hAnsi="Times New Roman"/>
          <w:sz w:val="24"/>
          <w:szCs w:val="24"/>
        </w:rPr>
        <w:softHyphen/>
        <w:t>если то же самое делают другие. Всех животных он делит на полезных и бесполезных, радующих его взгляд и вызывающих брезгливое отношение.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-15 до -28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баллов (устойчиво-негативное отношение) </w:t>
      </w:r>
      <w:r w:rsidRPr="00244DEF">
        <w:rPr>
          <w:rFonts w:ascii="Times New Roman" w:hAnsi="Times New Roman"/>
          <w:sz w:val="24"/>
          <w:szCs w:val="24"/>
        </w:rPr>
        <w:t>- природа воспринимается подростком как предмет потребле</w:t>
      </w:r>
      <w:r w:rsidRPr="00244DEF">
        <w:rPr>
          <w:rFonts w:ascii="Times New Roman" w:hAnsi="Times New Roman"/>
          <w:sz w:val="24"/>
          <w:szCs w:val="24"/>
        </w:rPr>
        <w:softHyphen/>
        <w:t>ния. Отношение подростка к лесу, животным, водоемам продик</w:t>
      </w:r>
      <w:r w:rsidRPr="00244DEF">
        <w:rPr>
          <w:rFonts w:ascii="Times New Roman" w:hAnsi="Times New Roman"/>
          <w:sz w:val="24"/>
          <w:szCs w:val="24"/>
        </w:rPr>
        <w:softHyphen/>
        <w:t>товано потребностью в собственном комфорте, а если получит</w:t>
      </w:r>
      <w:r w:rsidRPr="00244DEF">
        <w:rPr>
          <w:rFonts w:ascii="Times New Roman" w:hAnsi="Times New Roman"/>
          <w:sz w:val="24"/>
          <w:szCs w:val="24"/>
        </w:rPr>
        <w:softHyphen/>
        <w:t>ся, то и выгодой для себя. Он способен причинить боль живот</w:t>
      </w:r>
      <w:r w:rsidRPr="00244DEF">
        <w:rPr>
          <w:rFonts w:ascii="Times New Roman" w:hAnsi="Times New Roman"/>
          <w:sz w:val="24"/>
          <w:szCs w:val="24"/>
        </w:rPr>
        <w:softHyphen/>
        <w:t>ному ради простой забавы. ОН с насмешкой относится к тем, кто проявляет уважение и любовь к «братьям нашим меньшим».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Отношение подростка к миру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+ 15 ДО +28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у подростка наличествует четко выраженная пацифистс</w:t>
      </w:r>
      <w:r w:rsidRPr="00244DEF">
        <w:rPr>
          <w:rFonts w:ascii="Times New Roman" w:hAnsi="Times New Roman"/>
          <w:sz w:val="24"/>
          <w:szCs w:val="24"/>
        </w:rPr>
        <w:softHyphen/>
        <w:t>кая позиция. Он считает, что к насилию прибегают только сла</w:t>
      </w:r>
      <w:r w:rsidRPr="00244DEF">
        <w:rPr>
          <w:rFonts w:ascii="Times New Roman" w:hAnsi="Times New Roman"/>
          <w:sz w:val="24"/>
          <w:szCs w:val="24"/>
        </w:rPr>
        <w:softHyphen/>
        <w:t>бые люди и государства. К проявлениям грубой силы он отно</w:t>
      </w:r>
      <w:r w:rsidRPr="00244DEF">
        <w:rPr>
          <w:rFonts w:ascii="Times New Roman" w:hAnsi="Times New Roman"/>
          <w:sz w:val="24"/>
          <w:szCs w:val="24"/>
        </w:rPr>
        <w:softHyphen/>
        <w:t>сится подчеркнуто отрицательно. Уверен, что всегда есть воз</w:t>
      </w:r>
      <w:r w:rsidRPr="00244DEF">
        <w:rPr>
          <w:rFonts w:ascii="Times New Roman" w:hAnsi="Times New Roman"/>
          <w:sz w:val="24"/>
          <w:szCs w:val="24"/>
        </w:rPr>
        <w:softHyphen/>
        <w:t>можность уладить конфликт, не ущемляя при этом права других людей. Не боится идти на уступки.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7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+1 до +14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(ситуативно-позитивное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подросток в целом разделяет идеи мира и ненасилия, но при этом считает, что в отдельных случаях применение силы оправданно. К проявлениям грубой силы он относится со сме</w:t>
      </w:r>
      <w:r w:rsidRPr="00244DEF">
        <w:rPr>
          <w:rFonts w:ascii="Times New Roman" w:hAnsi="Times New Roman"/>
          <w:sz w:val="24"/>
          <w:szCs w:val="24"/>
        </w:rPr>
        <w:softHyphen/>
        <w:t>шанным чувством неприятия и страха. Подросток полагает, что в сложном современном мире надо всегда быть готовым к про</w:t>
      </w:r>
      <w:r w:rsidRPr="00244DEF">
        <w:rPr>
          <w:rFonts w:ascii="Times New Roman" w:hAnsi="Times New Roman"/>
          <w:sz w:val="24"/>
          <w:szCs w:val="24"/>
        </w:rPr>
        <w:softHyphen/>
        <w:t>тивостоянию, поэтому, к сожалению, нельзя обойтись без ору</w:t>
      </w:r>
      <w:r w:rsidRPr="00244DEF">
        <w:rPr>
          <w:rFonts w:ascii="Times New Roman" w:hAnsi="Times New Roman"/>
          <w:sz w:val="24"/>
          <w:szCs w:val="24"/>
        </w:rPr>
        <w:softHyphen/>
        <w:t>жия. Он старается не идти на уступки, потому что не хочет пока</w:t>
      </w:r>
      <w:r w:rsidRPr="00244DEF">
        <w:rPr>
          <w:rFonts w:ascii="Times New Roman" w:hAnsi="Times New Roman"/>
          <w:sz w:val="24"/>
          <w:szCs w:val="24"/>
        </w:rPr>
        <w:softHyphen/>
        <w:t>заться слабым в глазах окружающих.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02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 до -14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баллов (ситуативно-негативное отношение) </w:t>
      </w:r>
      <w:r w:rsidRPr="00244DEF">
        <w:rPr>
          <w:rFonts w:ascii="Times New Roman" w:hAnsi="Times New Roman"/>
          <w:sz w:val="24"/>
          <w:szCs w:val="24"/>
        </w:rPr>
        <w:t>- подросток уверен, что мир можно поддерживать главным об</w:t>
      </w:r>
      <w:r w:rsidRPr="00244DEF">
        <w:rPr>
          <w:rFonts w:ascii="Times New Roman" w:hAnsi="Times New Roman"/>
          <w:sz w:val="24"/>
          <w:szCs w:val="24"/>
        </w:rPr>
        <w:softHyphen/>
        <w:t>разом силой, угрозами, ультиматумами. Он рассматривает вой</w:t>
      </w:r>
      <w:r w:rsidRPr="00244DEF">
        <w:rPr>
          <w:rFonts w:ascii="Times New Roman" w:hAnsi="Times New Roman"/>
          <w:sz w:val="24"/>
          <w:szCs w:val="24"/>
        </w:rPr>
        <w:softHyphen/>
        <w:t>ну как один из естественных способов разрешения конфликтов. По его мнению, сильный тот, кого боятся. Считает, что вокруг хватает потенциально враждебных людей и государств. Вряд ли он сам будет инициатором насильственного деяния, но сыграть роль «второго плана», скорее всего, не откажется.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12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-15 до -28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(устойчиво-негативное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можно предположить, что для подростка не существует альтернативы: переговоры или военная операция. Война для него может быть ценностью - с помощью нее можно решить пробле</w:t>
      </w:r>
      <w:r w:rsidRPr="00244DEF">
        <w:rPr>
          <w:rFonts w:ascii="Times New Roman" w:hAnsi="Times New Roman"/>
          <w:sz w:val="24"/>
          <w:szCs w:val="24"/>
        </w:rPr>
        <w:softHyphen/>
        <w:t>мы перенаселения и нехватки продуктов на всех. Он целиком и полностью на стороне силы, а все, кто пытается этому противо</w:t>
      </w:r>
      <w:r w:rsidRPr="00244DEF">
        <w:rPr>
          <w:rFonts w:ascii="Times New Roman" w:hAnsi="Times New Roman"/>
          <w:sz w:val="24"/>
          <w:szCs w:val="24"/>
        </w:rPr>
        <w:softHyphen/>
        <w:t>стоять, для него «слабаки». Скорее всего, это касается и ло</w:t>
      </w:r>
      <w:r w:rsidRPr="00244DEF">
        <w:rPr>
          <w:rFonts w:ascii="Times New Roman" w:hAnsi="Times New Roman"/>
          <w:sz w:val="24"/>
          <w:szCs w:val="24"/>
        </w:rPr>
        <w:softHyphen/>
        <w:t>кальных (класс, двор, школа), и крупных конфликтов, где от него пока ничего не зависит.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Отношение подростка к труду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+ 15 до +28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подростка отличает трудолюбие во всем: от уборки клас</w:t>
      </w:r>
      <w:r w:rsidRPr="00244DEF">
        <w:rPr>
          <w:rFonts w:ascii="Times New Roman" w:hAnsi="Times New Roman"/>
          <w:sz w:val="24"/>
          <w:szCs w:val="24"/>
        </w:rPr>
        <w:softHyphen/>
        <w:t>са до чтения трудной книги. Он получает удовольствие от слож</w:t>
      </w:r>
      <w:r w:rsidRPr="00244DEF">
        <w:rPr>
          <w:rFonts w:ascii="Times New Roman" w:hAnsi="Times New Roman"/>
          <w:sz w:val="24"/>
          <w:szCs w:val="24"/>
        </w:rPr>
        <w:softHyphen/>
        <w:t>ной, трудоемкой, даже нудной работы. Не считает зазорным по</w:t>
      </w:r>
      <w:r w:rsidRPr="00244DEF">
        <w:rPr>
          <w:rFonts w:ascii="Times New Roman" w:hAnsi="Times New Roman"/>
          <w:sz w:val="24"/>
          <w:szCs w:val="24"/>
        </w:rPr>
        <w:softHyphen/>
        <w:t>мочь родителям по хозяйству, может сам предложить что-либо сделать. Подрабатывает он где-то или пока еще нет - в любом случае подросток этого не стыдится.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2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+1 до +14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(ситуативно-позитивное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скорее всего, только престижная работа вызывает ува</w:t>
      </w:r>
      <w:r w:rsidRPr="00244DEF">
        <w:rPr>
          <w:rFonts w:ascii="Times New Roman" w:hAnsi="Times New Roman"/>
          <w:sz w:val="24"/>
          <w:szCs w:val="24"/>
        </w:rPr>
        <w:softHyphen/>
        <w:t>жение подростка. Хотя если все окружающие заняты чем-то непрестижным (например, уборкой территории во время суббот</w:t>
      </w:r>
      <w:r w:rsidRPr="00244DEF">
        <w:rPr>
          <w:rFonts w:ascii="Times New Roman" w:hAnsi="Times New Roman"/>
          <w:sz w:val="24"/>
          <w:szCs w:val="24"/>
        </w:rPr>
        <w:softHyphen/>
        <w:t>ника), то может и поучаствовать «за компанию». Он поможет и в домашних делах, но его будет раздражать, что это занимает столько времени.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7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 до -14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баллов (ситуативно-негативное отношение) </w:t>
      </w:r>
      <w:r w:rsidRPr="00244DEF">
        <w:rPr>
          <w:rFonts w:ascii="Times New Roman" w:hAnsi="Times New Roman"/>
          <w:sz w:val="24"/>
          <w:szCs w:val="24"/>
        </w:rPr>
        <w:t>- подросток по возможности переложит часть своей работы на другого. Если узнает, что кто-то из одноклассников работает после школы, то отреагирует, скорее всего, так: «Тебе что, де</w:t>
      </w:r>
      <w:r w:rsidRPr="00244DEF">
        <w:rPr>
          <w:rFonts w:ascii="Times New Roman" w:hAnsi="Times New Roman"/>
          <w:sz w:val="24"/>
          <w:szCs w:val="24"/>
        </w:rPr>
        <w:softHyphen/>
        <w:t>лать нечего?!». В его представлении «грязная» работа – удел людей второго сорта или тех, кто не сумел устроиться в жизни. Сам-то он уж точно никогда за нее не возьмется.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12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-15 до -28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баллов (устойчиво-негативное отношение) </w:t>
      </w:r>
      <w:r w:rsidRPr="00244DEF">
        <w:rPr>
          <w:rFonts w:ascii="Times New Roman" w:hAnsi="Times New Roman"/>
          <w:b/>
          <w:bCs/>
          <w:sz w:val="24"/>
          <w:szCs w:val="24"/>
        </w:rPr>
        <w:softHyphen/>
      </w:r>
      <w:r w:rsidRPr="00244DEF">
        <w:rPr>
          <w:rFonts w:ascii="Times New Roman" w:hAnsi="Times New Roman"/>
          <w:sz w:val="24"/>
          <w:szCs w:val="24"/>
        </w:rPr>
        <w:t>более-менее сложная работа вызывает у подростка отвращение. Он придумывает себе массу причин, по которым за нее не стоит браться. Подросток с удовольствием воспользуется плодами чу</w:t>
      </w:r>
      <w:r w:rsidRPr="00244DEF">
        <w:rPr>
          <w:rFonts w:ascii="Times New Roman" w:hAnsi="Times New Roman"/>
          <w:sz w:val="24"/>
          <w:szCs w:val="24"/>
        </w:rPr>
        <w:softHyphen/>
        <w:t>жого труда, по возможности выдавая их за свои. Между трудолю</w:t>
      </w:r>
      <w:r w:rsidRPr="00244DEF">
        <w:rPr>
          <w:rFonts w:ascii="Times New Roman" w:hAnsi="Times New Roman"/>
          <w:sz w:val="24"/>
          <w:szCs w:val="24"/>
        </w:rPr>
        <w:softHyphen/>
        <w:t>бием и жизненным благополучием для него нет никакой связи.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Отношение подростка к культуре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+ 15 до +28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культурные формы поведения, безусловно, личностно значимы для подростка и деятельно реализуются им в повсед</w:t>
      </w:r>
      <w:r w:rsidRPr="00244DEF">
        <w:rPr>
          <w:rFonts w:ascii="Times New Roman" w:hAnsi="Times New Roman"/>
          <w:sz w:val="24"/>
          <w:szCs w:val="24"/>
        </w:rPr>
        <w:softHyphen/>
        <w:t>невной жизни. Ему чужды хамство, «украшение» речи нецензур</w:t>
      </w:r>
      <w:r w:rsidRPr="00244DEF">
        <w:rPr>
          <w:rFonts w:ascii="Times New Roman" w:hAnsi="Times New Roman"/>
          <w:sz w:val="24"/>
          <w:szCs w:val="24"/>
        </w:rPr>
        <w:softHyphen/>
        <w:t>ными оборотами, он внимателен и тактичен по отношению к другим людям. Он понимает необходимость сбережения того культурного достояния, которое достал ось нам в наследство от прошлого, и категорически не приемлет вандализма.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+1 до +14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(ситуативно-позитивное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подросток признает объективную ценность культурных форм поведения, но отнюдь не всегда руководствуется ими в своей повседневной жизни. Он наверняка хотел бы выглядеть«культурным человеком», но не готов прикладывать ежедневные усилия к этому. Он находит оправдание эпизодическим прояв</w:t>
      </w:r>
      <w:r w:rsidRPr="00244DEF">
        <w:rPr>
          <w:rFonts w:ascii="Times New Roman" w:hAnsi="Times New Roman"/>
          <w:sz w:val="24"/>
          <w:szCs w:val="24"/>
        </w:rPr>
        <w:softHyphen/>
        <w:t>лениям со своей стороны хамства («я хамлю только в ответ»), неряшливости («ну и пусть встречают по одежке, зато провожа</w:t>
      </w:r>
      <w:r w:rsidRPr="00244DEF">
        <w:rPr>
          <w:rFonts w:ascii="Times New Roman" w:hAnsi="Times New Roman"/>
          <w:sz w:val="24"/>
          <w:szCs w:val="24"/>
        </w:rPr>
        <w:softHyphen/>
        <w:t>ют по уму»), нецензурной брани («сильные эмоции трудно выра</w:t>
      </w:r>
      <w:r w:rsidRPr="00244DEF">
        <w:rPr>
          <w:rFonts w:ascii="Times New Roman" w:hAnsi="Times New Roman"/>
          <w:sz w:val="24"/>
          <w:szCs w:val="24"/>
        </w:rPr>
        <w:softHyphen/>
        <w:t>зить по-другому») и т.п. Вандалы антипатичны ему.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2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 до -14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баллов (ситуативно-негативное отношение) </w:t>
      </w:r>
      <w:r w:rsidRPr="00244DEF">
        <w:rPr>
          <w:rFonts w:ascii="Times New Roman" w:hAnsi="Times New Roman"/>
          <w:sz w:val="24"/>
          <w:szCs w:val="24"/>
        </w:rPr>
        <w:t>- культурные формы поведения рассматриваются подростком как нечто догматичное, идущее от мира взрослых, а потому об</w:t>
      </w:r>
      <w:r w:rsidRPr="00244DEF">
        <w:rPr>
          <w:rFonts w:ascii="Times New Roman" w:hAnsi="Times New Roman"/>
          <w:sz w:val="24"/>
          <w:szCs w:val="24"/>
        </w:rPr>
        <w:softHyphen/>
        <w:t>ременяющее его повседневную жизнь. Он сторонник естествен</w:t>
      </w:r>
      <w:r w:rsidRPr="00244DEF">
        <w:rPr>
          <w:rFonts w:ascii="Times New Roman" w:hAnsi="Times New Roman"/>
          <w:sz w:val="24"/>
          <w:szCs w:val="24"/>
        </w:rPr>
        <w:softHyphen/>
        <w:t>ного выражения своих мыслей, чувств, желаний и считает, что культурная огранка только помешает ему быть таким, какой он есть. Слово «культура» наверняка ассоциируется у него с теле</w:t>
      </w:r>
      <w:r w:rsidRPr="00244DEF">
        <w:rPr>
          <w:rFonts w:ascii="Times New Roman" w:hAnsi="Times New Roman"/>
          <w:sz w:val="24"/>
          <w:szCs w:val="24"/>
        </w:rPr>
        <w:softHyphen/>
        <w:t xml:space="preserve">каналом «Культура» И навевает непреодолимую скуку. Вряд ли он сам способен на акт вандализма, но и осуждать вандалов </w:t>
      </w:r>
      <w:r w:rsidRPr="00244DEF">
        <w:rPr>
          <w:rFonts w:ascii="Times New Roman" w:hAnsi="Times New Roman"/>
          <w:sz w:val="24"/>
          <w:szCs w:val="24"/>
        </w:rPr>
        <w:softHyphen/>
        <w:t>сверстников, скорее всего, не станет.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02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-15 до -28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(устойчиво-негативное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слово «культура» во всех своих формах вызывает у под</w:t>
      </w:r>
      <w:r w:rsidRPr="00244DEF">
        <w:rPr>
          <w:rFonts w:ascii="Times New Roman" w:hAnsi="Times New Roman"/>
          <w:sz w:val="24"/>
          <w:szCs w:val="24"/>
        </w:rPr>
        <w:softHyphen/>
        <w:t>ростка неприятие и рассматривается как проявление лживости взрослого мира. Он наверняка знает, что представляют собой культурные формы поведения, но в своей повседневности реа</w:t>
      </w:r>
      <w:r w:rsidRPr="00244DEF">
        <w:rPr>
          <w:rFonts w:ascii="Times New Roman" w:hAnsi="Times New Roman"/>
          <w:sz w:val="24"/>
          <w:szCs w:val="24"/>
        </w:rPr>
        <w:softHyphen/>
        <w:t>лизует их с точностью до наоборот. Тактичность кажется ему проявлением слабости, хамство и нецензурная брань - силы, «потягивание пивка» под аккомпанемент матерщины - лучшим времяпрепровождением. Памятники прошлого воспринимаются им, вероятнее всего, как обыкновенная старая рухлядь, поэтому он совсем не против «скинуть их с парохода современности».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Отношение подростка к знаниям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+15 до +28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перед вами - любознательный человек, у которого есть устойчивое стремление к познанию нового. Подросток может быть «неудобен» учителю, так как много спрашивает на уроке, сомневается в казалось бы очевидных вещах. Он считает, что успешность профессионального роста, карьеры напрямую свя</w:t>
      </w:r>
      <w:r w:rsidRPr="00244DEF">
        <w:rPr>
          <w:rFonts w:ascii="Times New Roman" w:hAnsi="Times New Roman"/>
          <w:sz w:val="24"/>
          <w:szCs w:val="24"/>
        </w:rPr>
        <w:softHyphen/>
        <w:t>зана с глубиной знаний и стремится к их получению.</w:t>
      </w:r>
    </w:p>
    <w:p w:rsidR="00B714FB" w:rsidRPr="00244DEF" w:rsidRDefault="00B714FB" w:rsidP="000F2B7C">
      <w:pPr>
        <w:widowControl w:val="0"/>
        <w:tabs>
          <w:tab w:val="right" w:pos="6408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ab/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+1 до +14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(ситуативно-позитивное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подросток может неплохо учиться, но по своей инициативе вряд ли будет долго копаться в книгах, чтобы найти значение непонятного ему термина или факта. В его сознании знания и будущая карьера, конечно, связаны, но не прикладывать же для этого столько усилий!</w:t>
      </w:r>
    </w:p>
    <w:p w:rsidR="00B714FB" w:rsidRPr="00244DEF" w:rsidRDefault="00B714FB" w:rsidP="000F2B7C">
      <w:pPr>
        <w:widowControl w:val="0"/>
        <w:tabs>
          <w:tab w:val="right" w:pos="6408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806D6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2806D6">
        <w:rPr>
          <w:rFonts w:ascii="Times New Roman" w:hAnsi="Times New Roman"/>
          <w:b/>
          <w:sz w:val="24"/>
          <w:szCs w:val="24"/>
        </w:rPr>
        <w:t xml:space="preserve">-1 до -14 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t>баллов (ситуативно-негативное отношение)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подросток никогда не спросит взрослого, если ему что-то не</w:t>
      </w:r>
      <w:r w:rsidRPr="00244DEF">
        <w:rPr>
          <w:rFonts w:ascii="Times New Roman" w:hAnsi="Times New Roman"/>
          <w:sz w:val="24"/>
          <w:szCs w:val="24"/>
        </w:rPr>
        <w:softHyphen/>
        <w:t>понятно. Откровенно не понимает, как по телевизору можно смот</w:t>
      </w:r>
      <w:r w:rsidRPr="00244DEF">
        <w:rPr>
          <w:rFonts w:ascii="Times New Roman" w:hAnsi="Times New Roman"/>
          <w:sz w:val="24"/>
          <w:szCs w:val="24"/>
        </w:rPr>
        <w:softHyphen/>
        <w:t>реть научно-популярные программы. Знания носят для него чи</w:t>
      </w:r>
      <w:r w:rsidRPr="00244DEF">
        <w:rPr>
          <w:rFonts w:ascii="Times New Roman" w:hAnsi="Times New Roman"/>
          <w:sz w:val="24"/>
          <w:szCs w:val="24"/>
        </w:rPr>
        <w:softHyphen/>
        <w:t>сто утилитарный характер (выучил, ответил - значит не нажил неприятностей ).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806D6">
        <w:rPr>
          <w:rFonts w:ascii="Times New Roman" w:hAnsi="Times New Roman"/>
          <w:b/>
          <w:sz w:val="24"/>
          <w:szCs w:val="24"/>
        </w:rPr>
        <w:t xml:space="preserve">От -15 до -28 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t>баллов (устойчиво-негативное отноше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очевидно, потребность в получении знаний у подростка практически отсутствует. Он откровенно презирает тех, кто учится, считает их «ботаниками» - людьми, живущими неполноценной жизнью. Он уверен, что уровень и качество его образования не окажут никакого влияния на его дальнейшую жизнь.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 xml:space="preserve">Отношение </w:t>
      </w:r>
      <w:r>
        <w:rPr>
          <w:rFonts w:ascii="Times New Roman" w:hAnsi="Times New Roman"/>
          <w:b/>
          <w:bCs/>
          <w:sz w:val="24"/>
          <w:szCs w:val="24"/>
        </w:rPr>
        <w:t>подростка к другим людям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2806D6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2806D6">
        <w:rPr>
          <w:rFonts w:ascii="Times New Roman" w:hAnsi="Times New Roman"/>
          <w:b/>
          <w:sz w:val="24"/>
          <w:szCs w:val="24"/>
        </w:rPr>
        <w:t xml:space="preserve">+15 до +28 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t>баллов (устойчиво-позитивное отноше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подросток - подлинный альтруист. Он всегда готов по</w:t>
      </w:r>
      <w:r w:rsidRPr="00244DEF">
        <w:rPr>
          <w:rFonts w:ascii="Times New Roman" w:hAnsi="Times New Roman"/>
          <w:sz w:val="24"/>
          <w:szCs w:val="24"/>
        </w:rPr>
        <w:softHyphen/>
        <w:t>мочь другим людям, даже незнакомым, не ожидая просьбы с их стороны. В своих действиях во благо других бескорыстен. Все</w:t>
      </w:r>
      <w:r w:rsidRPr="00244DEF">
        <w:rPr>
          <w:rFonts w:ascii="Times New Roman" w:hAnsi="Times New Roman"/>
          <w:sz w:val="24"/>
          <w:szCs w:val="24"/>
        </w:rPr>
        <w:softHyphen/>
        <w:t>гда готов помочь слабым, нуждающимся. Ради подобной помо</w:t>
      </w:r>
      <w:r w:rsidRPr="00244DEF">
        <w:rPr>
          <w:rFonts w:ascii="Times New Roman" w:hAnsi="Times New Roman"/>
          <w:sz w:val="24"/>
          <w:szCs w:val="24"/>
        </w:rPr>
        <w:softHyphen/>
        <w:t>щи готов рисковать собственным благополучием. Любит дарить подарки «просто так».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02"/>
        <w:jc w:val="both"/>
        <w:rPr>
          <w:rFonts w:ascii="Times New Roman" w:hAnsi="Times New Roman"/>
          <w:sz w:val="24"/>
          <w:szCs w:val="24"/>
        </w:rPr>
      </w:pPr>
      <w:r w:rsidRPr="002806D6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2806D6">
        <w:rPr>
          <w:rFonts w:ascii="Times New Roman" w:hAnsi="Times New Roman"/>
          <w:b/>
          <w:sz w:val="24"/>
          <w:szCs w:val="24"/>
        </w:rPr>
        <w:t xml:space="preserve">+1 до +14 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t>баллов (ситуативно-позитивное отноше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подросток не прочь оказать помощь нуждающимся, но предпочитает делать это тогда, когда его об этом попросят. Он осторожен в своих действиях во благо других, старается не под</w:t>
      </w:r>
      <w:r w:rsidRPr="00244DEF">
        <w:rPr>
          <w:rFonts w:ascii="Times New Roman" w:hAnsi="Times New Roman"/>
          <w:sz w:val="24"/>
          <w:szCs w:val="24"/>
        </w:rPr>
        <w:softHyphen/>
        <w:t>вергать риску собственное благополучие. Не доверяет искрен</w:t>
      </w:r>
      <w:r w:rsidRPr="00244DEF">
        <w:rPr>
          <w:rFonts w:ascii="Times New Roman" w:hAnsi="Times New Roman"/>
          <w:sz w:val="24"/>
          <w:szCs w:val="24"/>
        </w:rPr>
        <w:softHyphen/>
        <w:t>ности просящих милостыню, и если они оказываются поблизос</w:t>
      </w:r>
      <w:r w:rsidRPr="00244DEF">
        <w:rPr>
          <w:rFonts w:ascii="Times New Roman" w:hAnsi="Times New Roman"/>
          <w:sz w:val="24"/>
          <w:szCs w:val="24"/>
        </w:rPr>
        <w:softHyphen/>
        <w:t>ти от него, старается сделать вид, что их не замечает. Испыты</w:t>
      </w:r>
      <w:r w:rsidRPr="00244DEF">
        <w:rPr>
          <w:rFonts w:ascii="Times New Roman" w:hAnsi="Times New Roman"/>
          <w:sz w:val="24"/>
          <w:szCs w:val="24"/>
        </w:rPr>
        <w:softHyphen/>
        <w:t>вает удовольствие, делая подарки, но при этом в глубине души рассчитывает на ответный дар. Если этого не случается, рас</w:t>
      </w:r>
      <w:r w:rsidRPr="00244DEF">
        <w:rPr>
          <w:rFonts w:ascii="Times New Roman" w:hAnsi="Times New Roman"/>
          <w:sz w:val="24"/>
          <w:szCs w:val="24"/>
        </w:rPr>
        <w:softHyphen/>
        <w:t>страивается.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2806D6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2806D6">
        <w:rPr>
          <w:rFonts w:ascii="Times New Roman" w:hAnsi="Times New Roman"/>
          <w:b/>
          <w:sz w:val="24"/>
          <w:szCs w:val="24"/>
        </w:rPr>
        <w:t xml:space="preserve">-1 до -14 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t>баллов (ситуативно-негативное отношение)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подросток лишь изредка думает о потребностях и чувствах других людей. В большинстве своем это те, от кого он в той или иной степени зависит. Бескорыстие кажется ему расточитель</w:t>
      </w:r>
      <w:r w:rsidRPr="00244DEF">
        <w:rPr>
          <w:rFonts w:ascii="Times New Roman" w:hAnsi="Times New Roman"/>
          <w:sz w:val="24"/>
          <w:szCs w:val="24"/>
        </w:rPr>
        <w:softHyphen/>
        <w:t>ством, он предпочитает все делать с выгодой для себя, умело это маскируя. Он уверен, что всякое доброе дело должно адекватно вознаграждаться, поэтому прежде, чем сделать что-либо доброе, не стесняется узнать, а «что ему за это будет».</w:t>
      </w:r>
    </w:p>
    <w:p w:rsidR="00B714FB" w:rsidRPr="00244DEF" w:rsidRDefault="00B714FB" w:rsidP="000F2B7C">
      <w:pPr>
        <w:widowControl w:val="0"/>
        <w:tabs>
          <w:tab w:val="left" w:pos="345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i/>
          <w:iCs/>
          <w:sz w:val="24"/>
          <w:szCs w:val="24"/>
        </w:rPr>
        <w:tab/>
      </w:r>
      <w:r w:rsidRPr="002806D6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2806D6">
        <w:rPr>
          <w:rFonts w:ascii="Times New Roman" w:hAnsi="Times New Roman"/>
          <w:b/>
          <w:sz w:val="24"/>
          <w:szCs w:val="24"/>
        </w:rPr>
        <w:t xml:space="preserve">-15 до -28 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t>баллов (устойчиво-негативное отноше</w:t>
      </w:r>
      <w:r w:rsidRPr="002806D6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подросток сосредоточен исключительно на собственной персоне, искренне полагает себя «центром вселенной». Не то чтобы делать, но даже думать о других не входит в его планы. Во всем он ищет выгоду, не очень-то это и скрывая. Бескорыс</w:t>
      </w:r>
      <w:r w:rsidRPr="00244DEF">
        <w:rPr>
          <w:rFonts w:ascii="Times New Roman" w:hAnsi="Times New Roman"/>
          <w:sz w:val="24"/>
          <w:szCs w:val="24"/>
        </w:rPr>
        <w:softHyphen/>
        <w:t>тие кажется ему нелепостью, несусветной глупостью. Он скло</w:t>
      </w:r>
      <w:r w:rsidRPr="00244DEF">
        <w:rPr>
          <w:rFonts w:ascii="Times New Roman" w:hAnsi="Times New Roman"/>
          <w:sz w:val="24"/>
          <w:szCs w:val="24"/>
        </w:rPr>
        <w:softHyphen/>
        <w:t xml:space="preserve">нен к злословию, циничному отношению к тем, кто в чем-то нуждается, кому необходима помощь. Все нищие для него </w:t>
      </w:r>
      <w:r w:rsidRPr="00244DEF">
        <w:rPr>
          <w:rFonts w:ascii="Times New Roman" w:hAnsi="Times New Roman"/>
          <w:sz w:val="24"/>
          <w:szCs w:val="24"/>
        </w:rPr>
        <w:softHyphen/>
        <w:t>лентяи и лжецы. Гораздо больше, чем дарить, ему нравится при</w:t>
      </w:r>
      <w:r w:rsidRPr="00244DEF">
        <w:rPr>
          <w:rFonts w:ascii="Times New Roman" w:hAnsi="Times New Roman"/>
          <w:sz w:val="24"/>
          <w:szCs w:val="24"/>
        </w:rPr>
        <w:softHyphen/>
        <w:t>нимать подарки, желательно дорогие и полезные.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Отношени</w:t>
      </w:r>
      <w:r>
        <w:rPr>
          <w:rFonts w:ascii="Times New Roman" w:hAnsi="Times New Roman"/>
          <w:b/>
          <w:bCs/>
          <w:sz w:val="24"/>
          <w:szCs w:val="24"/>
        </w:rPr>
        <w:t>е подростка к иным людям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07"/>
        <w:jc w:val="both"/>
        <w:rPr>
          <w:rFonts w:ascii="Times New Roman" w:hAnsi="Times New Roman"/>
          <w:sz w:val="24"/>
          <w:szCs w:val="24"/>
        </w:rPr>
      </w:pPr>
      <w:r w:rsidRPr="009C5B63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9C5B63">
        <w:rPr>
          <w:rFonts w:ascii="Times New Roman" w:hAnsi="Times New Roman"/>
          <w:b/>
          <w:sz w:val="24"/>
          <w:szCs w:val="24"/>
        </w:rPr>
        <w:t xml:space="preserve">+15 до +28 </w:t>
      </w:r>
      <w:r w:rsidRPr="009C5B63">
        <w:rPr>
          <w:rFonts w:ascii="Times New Roman" w:hAnsi="Times New Roman"/>
          <w:b/>
          <w:i/>
          <w:iCs/>
          <w:sz w:val="24"/>
          <w:szCs w:val="24"/>
        </w:rPr>
        <w:t>баллов (устойчиво-позитивное отноше</w:t>
      </w:r>
      <w:r w:rsidRPr="009C5B63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подросток признает права людей на иной, отличный от его собственного, образ жизни и свободное выражение своих взглядов. Он, безусловно, принимает иные культуры, положи</w:t>
      </w:r>
      <w:r w:rsidRPr="00244DEF">
        <w:rPr>
          <w:rFonts w:ascii="Times New Roman" w:hAnsi="Times New Roman"/>
          <w:sz w:val="24"/>
          <w:szCs w:val="24"/>
        </w:rPr>
        <w:softHyphen/>
        <w:t>тельно относится к культурным отличиям, восприимчив к любым проявлениям культурной дискриминации. Он стремится к пони</w:t>
      </w:r>
      <w:r w:rsidRPr="00244DEF">
        <w:rPr>
          <w:rFonts w:ascii="Times New Roman" w:hAnsi="Times New Roman"/>
          <w:sz w:val="24"/>
          <w:szCs w:val="24"/>
        </w:rPr>
        <w:softHyphen/>
        <w:t>манию, проникновению в суть других культур, способен избе</w:t>
      </w:r>
      <w:r w:rsidRPr="00244DEF">
        <w:rPr>
          <w:rFonts w:ascii="Times New Roman" w:hAnsi="Times New Roman"/>
          <w:sz w:val="24"/>
          <w:szCs w:val="24"/>
        </w:rPr>
        <w:softHyphen/>
        <w:t>гать в их оценке культурных предрассудков и стереотипов. В нем также ощутимо стремление рассматривать иные культуры не со своей «колокольни», но сквозь призму ценностей и при</w:t>
      </w:r>
      <w:r w:rsidRPr="00244DEF">
        <w:rPr>
          <w:rFonts w:ascii="Times New Roman" w:hAnsi="Times New Roman"/>
          <w:sz w:val="24"/>
          <w:szCs w:val="24"/>
        </w:rPr>
        <w:softHyphen/>
        <w:t>оритетов самих этих культур.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7"/>
        <w:jc w:val="both"/>
        <w:rPr>
          <w:rFonts w:ascii="Times New Roman" w:hAnsi="Times New Roman"/>
          <w:sz w:val="24"/>
          <w:szCs w:val="24"/>
        </w:rPr>
      </w:pPr>
      <w:r w:rsidRPr="009C5B63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9C5B63">
        <w:rPr>
          <w:rFonts w:ascii="Times New Roman" w:hAnsi="Times New Roman"/>
          <w:b/>
          <w:sz w:val="24"/>
          <w:szCs w:val="24"/>
        </w:rPr>
        <w:t xml:space="preserve">+1 до +14 </w:t>
      </w:r>
      <w:r w:rsidRPr="009C5B63">
        <w:rPr>
          <w:rFonts w:ascii="Times New Roman" w:hAnsi="Times New Roman"/>
          <w:b/>
          <w:i/>
          <w:iCs/>
          <w:sz w:val="24"/>
          <w:szCs w:val="24"/>
        </w:rPr>
        <w:t>баллов (ситуативно-позитивное отноше</w:t>
      </w:r>
      <w:r w:rsidRPr="009C5B63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подросток склонен к признанию и принятию культурного плюрализма, уважению самых разнообразных социокультурных групп, но при этом разделяет (зачастую неосознанно) некото</w:t>
      </w:r>
      <w:r w:rsidRPr="00244DEF">
        <w:rPr>
          <w:rFonts w:ascii="Times New Roman" w:hAnsi="Times New Roman"/>
          <w:sz w:val="24"/>
          <w:szCs w:val="24"/>
        </w:rPr>
        <w:softHyphen/>
        <w:t>рые культурные предрассудки, использует стереотипы в отно</w:t>
      </w:r>
      <w:r w:rsidRPr="00244DEF">
        <w:rPr>
          <w:rFonts w:ascii="Times New Roman" w:hAnsi="Times New Roman"/>
          <w:sz w:val="24"/>
          <w:szCs w:val="24"/>
        </w:rPr>
        <w:softHyphen/>
        <w:t>шении представителей тех или иных культур. Он не может само</w:t>
      </w:r>
      <w:r w:rsidRPr="00244DEF">
        <w:rPr>
          <w:rFonts w:ascii="Times New Roman" w:hAnsi="Times New Roman"/>
          <w:sz w:val="24"/>
          <w:szCs w:val="24"/>
        </w:rPr>
        <w:softHyphen/>
        <w:t>стоятельно увидеть многие, особенно скрытые, проявления куль</w:t>
      </w:r>
      <w:r w:rsidRPr="00244DEF">
        <w:rPr>
          <w:rFonts w:ascii="Times New Roman" w:hAnsi="Times New Roman"/>
          <w:sz w:val="24"/>
          <w:szCs w:val="24"/>
        </w:rPr>
        <w:softHyphen/>
        <w:t>турной дискриминации в повседневной жизни. Ему трудно пред</w:t>
      </w:r>
      <w:r w:rsidRPr="00244DEF">
        <w:rPr>
          <w:rFonts w:ascii="Times New Roman" w:hAnsi="Times New Roman"/>
          <w:sz w:val="24"/>
          <w:szCs w:val="24"/>
        </w:rPr>
        <w:softHyphen/>
        <w:t>ставить, с какими проблемами могут сталкиваться культурные меньшинства, мигранты или беженцы. Это объясняется непони</w:t>
      </w:r>
      <w:r w:rsidRPr="00244DEF">
        <w:rPr>
          <w:rFonts w:ascii="Times New Roman" w:hAnsi="Times New Roman"/>
          <w:sz w:val="24"/>
          <w:szCs w:val="24"/>
        </w:rPr>
        <w:softHyphen/>
        <w:t>манием Другого, неумением увидеть его изнутри, взглянуть на мир с его точки зрения.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9C5B63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9C5B63">
        <w:rPr>
          <w:rFonts w:ascii="Times New Roman" w:hAnsi="Times New Roman"/>
          <w:b/>
          <w:sz w:val="24"/>
          <w:szCs w:val="24"/>
        </w:rPr>
        <w:t xml:space="preserve">-1 до -14 </w:t>
      </w:r>
      <w:r w:rsidRPr="009C5B63">
        <w:rPr>
          <w:rFonts w:ascii="Times New Roman" w:hAnsi="Times New Roman"/>
          <w:b/>
          <w:i/>
          <w:iCs/>
          <w:sz w:val="24"/>
          <w:szCs w:val="24"/>
        </w:rPr>
        <w:t>баллов (ситуативно-негативное отношение)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подросток на словах признает права других на культурные отличия, декларирует принцип равенства людей, но при этом испытывает личное неприятие отдельных социокультурных групп. Такой диссонанс между декларируемыми гуманистическими принципами и реальным проявлением нетерпимости подросток пытается оправдать ссылками на общественное мнение (&lt;&lt;все так считают»), аморальное поведение, якобы свойственное пред</w:t>
      </w:r>
      <w:r w:rsidRPr="00244DEF">
        <w:rPr>
          <w:rFonts w:ascii="Times New Roman" w:hAnsi="Times New Roman"/>
          <w:sz w:val="24"/>
          <w:szCs w:val="24"/>
        </w:rPr>
        <w:softHyphen/>
        <w:t>ставителям этих групп (&lt;&lt;все они такие»), личный неудачный опыт взаимодействия с ними («я встречал таких людей и уверен, что...»). Эта позиция основана на культуроцентризме, ксенофобии, пре</w:t>
      </w:r>
      <w:r w:rsidRPr="00244DEF">
        <w:rPr>
          <w:rFonts w:ascii="Times New Roman" w:hAnsi="Times New Roman"/>
          <w:sz w:val="24"/>
          <w:szCs w:val="24"/>
        </w:rPr>
        <w:softHyphen/>
        <w:t>зумпции вины другого. Отрицая такие вопиющие проявления ин</w:t>
      </w:r>
      <w:r w:rsidRPr="00244DEF">
        <w:rPr>
          <w:rFonts w:ascii="Times New Roman" w:hAnsi="Times New Roman"/>
          <w:sz w:val="24"/>
          <w:szCs w:val="24"/>
        </w:rPr>
        <w:softHyphen/>
        <w:t>толерантности, как фашизм, геноцид, сегрегация, человек при этом может легко навешивать на людей других культур ярлыки «недостойных уважения», «опасных».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12"/>
        <w:jc w:val="both"/>
        <w:rPr>
          <w:rFonts w:ascii="Times New Roman" w:hAnsi="Times New Roman"/>
          <w:sz w:val="24"/>
          <w:szCs w:val="24"/>
        </w:rPr>
      </w:pPr>
      <w:r w:rsidRPr="009C5B63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9C5B63">
        <w:rPr>
          <w:rFonts w:ascii="Times New Roman" w:hAnsi="Times New Roman"/>
          <w:b/>
          <w:sz w:val="24"/>
          <w:szCs w:val="24"/>
        </w:rPr>
        <w:t xml:space="preserve">-15 до -28 </w:t>
      </w:r>
      <w:r w:rsidRPr="009C5B63">
        <w:rPr>
          <w:rFonts w:ascii="Times New Roman" w:hAnsi="Times New Roman"/>
          <w:b/>
          <w:i/>
          <w:iCs/>
          <w:sz w:val="24"/>
          <w:szCs w:val="24"/>
        </w:rPr>
        <w:t>баллов (устойчиво-негативное отноше</w:t>
      </w:r>
      <w:r w:rsidRPr="009C5B63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подросток сознательно отказывается признавать, прини</w:t>
      </w:r>
      <w:r w:rsidRPr="00244DEF">
        <w:rPr>
          <w:rFonts w:ascii="Times New Roman" w:hAnsi="Times New Roman"/>
          <w:sz w:val="24"/>
          <w:szCs w:val="24"/>
        </w:rPr>
        <w:softHyphen/>
        <w:t>мать и понимать представителей иных культур. Он склонен ха</w:t>
      </w:r>
      <w:r w:rsidRPr="00244DEF">
        <w:rPr>
          <w:rFonts w:ascii="Times New Roman" w:hAnsi="Times New Roman"/>
          <w:sz w:val="24"/>
          <w:szCs w:val="24"/>
        </w:rPr>
        <w:softHyphen/>
        <w:t>рактеризовать культурные отличия как девиантность, не желает признавать равные права на существование тех, кто имеет иной физический облик или разделяет иные ценности. Зачастую он демонстративно враждебен и презрителен к таким людям, жаж</w:t>
      </w:r>
      <w:r w:rsidRPr="00244DEF">
        <w:rPr>
          <w:rFonts w:ascii="Times New Roman" w:hAnsi="Times New Roman"/>
          <w:sz w:val="24"/>
          <w:szCs w:val="24"/>
        </w:rPr>
        <w:softHyphen/>
        <w:t>дет «очистить» от них пространство собственной жизни. Подрос</w:t>
      </w:r>
      <w:r w:rsidRPr="00244DEF">
        <w:rPr>
          <w:rFonts w:ascii="Times New Roman" w:hAnsi="Times New Roman"/>
          <w:sz w:val="24"/>
          <w:szCs w:val="24"/>
        </w:rPr>
        <w:softHyphen/>
        <w:t>ток не испытывает ни малейшего желания взглянуть на те или иные жизненные ситуации с точки зрения другой культуры.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4DEF">
        <w:rPr>
          <w:rFonts w:ascii="Times New Roman" w:hAnsi="Times New Roman"/>
          <w:b/>
          <w:sz w:val="24"/>
          <w:szCs w:val="24"/>
        </w:rPr>
        <w:t>Отношени</w:t>
      </w:r>
      <w:r>
        <w:rPr>
          <w:rFonts w:ascii="Times New Roman" w:hAnsi="Times New Roman"/>
          <w:b/>
          <w:sz w:val="24"/>
          <w:szCs w:val="24"/>
        </w:rPr>
        <w:t>е подростка к своему здоровью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2"/>
        <w:jc w:val="both"/>
        <w:rPr>
          <w:rFonts w:ascii="Times New Roman" w:hAnsi="Times New Roman"/>
          <w:sz w:val="24"/>
          <w:szCs w:val="24"/>
        </w:rPr>
      </w:pPr>
      <w:r w:rsidRPr="003F70A8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3F70A8">
        <w:rPr>
          <w:rFonts w:ascii="Times New Roman" w:hAnsi="Times New Roman"/>
          <w:b/>
          <w:sz w:val="24"/>
          <w:szCs w:val="24"/>
        </w:rPr>
        <w:t xml:space="preserve">+ 15 до +28 </w:t>
      </w:r>
      <w:r w:rsidRPr="003F70A8">
        <w:rPr>
          <w:rFonts w:ascii="Times New Roman" w:hAnsi="Times New Roman"/>
          <w:b/>
          <w:i/>
          <w:iCs/>
          <w:sz w:val="24"/>
          <w:szCs w:val="24"/>
        </w:rPr>
        <w:t>баллов (устойчиво-позитивное отноше</w:t>
      </w:r>
      <w:r w:rsidRPr="003F70A8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для подростка ценность здоровья является приоритетной. Он понимает, что такое здоровый образ жизни, сознательно куль</w:t>
      </w:r>
      <w:r w:rsidRPr="00244DEF">
        <w:rPr>
          <w:rFonts w:ascii="Times New Roman" w:hAnsi="Times New Roman"/>
          <w:sz w:val="24"/>
          <w:szCs w:val="24"/>
        </w:rPr>
        <w:softHyphen/>
        <w:t>тивирует его и связывает с ним свои дальнейшие жизненные успехи. Он способен противостоять попыткам вовлечь его в про</w:t>
      </w:r>
      <w:r w:rsidRPr="00244DEF">
        <w:rPr>
          <w:rFonts w:ascii="Times New Roman" w:hAnsi="Times New Roman"/>
          <w:sz w:val="24"/>
          <w:szCs w:val="24"/>
        </w:rPr>
        <w:softHyphen/>
        <w:t>цесс употребления табака, алкоголя, наркотических веществ и постарается не допустить этого в отношении других.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312"/>
        <w:jc w:val="both"/>
        <w:rPr>
          <w:rFonts w:ascii="Times New Roman" w:hAnsi="Times New Roman"/>
          <w:sz w:val="24"/>
          <w:szCs w:val="24"/>
        </w:rPr>
      </w:pPr>
      <w:r w:rsidRPr="003F70A8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3F70A8">
        <w:rPr>
          <w:rFonts w:ascii="Times New Roman" w:hAnsi="Times New Roman"/>
          <w:b/>
          <w:sz w:val="24"/>
          <w:szCs w:val="24"/>
        </w:rPr>
        <w:t xml:space="preserve">+1 до +14 </w:t>
      </w:r>
      <w:r w:rsidRPr="003F70A8">
        <w:rPr>
          <w:rFonts w:ascii="Times New Roman" w:hAnsi="Times New Roman"/>
          <w:b/>
          <w:i/>
          <w:iCs/>
          <w:sz w:val="24"/>
          <w:szCs w:val="24"/>
        </w:rPr>
        <w:t>баллов (ситуативно-позитивное отноше</w:t>
      </w:r>
      <w:r w:rsidRPr="003F70A8">
        <w:rPr>
          <w:rFonts w:ascii="Times New Roman" w:hAnsi="Times New Roman"/>
          <w:b/>
          <w:i/>
          <w:iCs/>
          <w:sz w:val="24"/>
          <w:szCs w:val="24"/>
        </w:rPr>
        <w:softHyphen/>
        <w:t>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ценность здоровья значима для подростка. Объективно он понимает важность здорового образа жизни, но субъективно ставит его не слишком высоко. Здоровье для него - естествен</w:t>
      </w:r>
      <w:r w:rsidRPr="00244DEF">
        <w:rPr>
          <w:rFonts w:ascii="Times New Roman" w:hAnsi="Times New Roman"/>
          <w:sz w:val="24"/>
          <w:szCs w:val="24"/>
        </w:rPr>
        <w:softHyphen/>
        <w:t>ное состояние, само собой разумеющаяся «вещь», а не то, что требует специальных усилий. Пристрастие к вредным привыч</w:t>
      </w:r>
      <w:r w:rsidRPr="00244DEF">
        <w:rPr>
          <w:rFonts w:ascii="Times New Roman" w:hAnsi="Times New Roman"/>
          <w:sz w:val="24"/>
          <w:szCs w:val="24"/>
        </w:rPr>
        <w:softHyphen/>
        <w:t>кам - извинительная слабость, а не проявление безволия. Воз</w:t>
      </w:r>
      <w:r w:rsidRPr="00244DEF">
        <w:rPr>
          <w:rFonts w:ascii="Times New Roman" w:hAnsi="Times New Roman"/>
          <w:sz w:val="24"/>
          <w:szCs w:val="24"/>
        </w:rPr>
        <w:softHyphen/>
        <w:t>можно, в глубине души он полагает, что способен добиться жиз</w:t>
      </w:r>
      <w:r w:rsidRPr="00244DEF">
        <w:rPr>
          <w:rFonts w:ascii="Times New Roman" w:hAnsi="Times New Roman"/>
          <w:sz w:val="24"/>
          <w:szCs w:val="24"/>
        </w:rPr>
        <w:softHyphen/>
        <w:t>ненного успеха, не уделяя пристального внимания своей физи</w:t>
      </w:r>
      <w:r w:rsidRPr="00244DEF">
        <w:rPr>
          <w:rFonts w:ascii="Times New Roman" w:hAnsi="Times New Roman"/>
          <w:sz w:val="24"/>
          <w:szCs w:val="24"/>
        </w:rPr>
        <w:softHyphen/>
        <w:t>ческой форме.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97"/>
        <w:jc w:val="both"/>
        <w:rPr>
          <w:rFonts w:ascii="Times New Roman" w:hAnsi="Times New Roman"/>
          <w:sz w:val="24"/>
          <w:szCs w:val="24"/>
        </w:rPr>
      </w:pPr>
      <w:r w:rsidRPr="003F70A8">
        <w:rPr>
          <w:rFonts w:ascii="Times New Roman" w:hAnsi="Times New Roman"/>
          <w:b/>
          <w:i/>
          <w:iCs/>
          <w:sz w:val="24"/>
          <w:szCs w:val="24"/>
        </w:rPr>
        <w:t xml:space="preserve">От </w:t>
      </w:r>
      <w:r w:rsidRPr="003F70A8">
        <w:rPr>
          <w:rFonts w:ascii="Times New Roman" w:hAnsi="Times New Roman"/>
          <w:b/>
          <w:sz w:val="24"/>
          <w:szCs w:val="24"/>
        </w:rPr>
        <w:t xml:space="preserve">-1 до -14 </w:t>
      </w:r>
      <w:r w:rsidRPr="003F70A8">
        <w:rPr>
          <w:rFonts w:ascii="Times New Roman" w:hAnsi="Times New Roman"/>
          <w:b/>
          <w:i/>
          <w:iCs/>
          <w:sz w:val="24"/>
          <w:szCs w:val="24"/>
        </w:rPr>
        <w:t>баллов (ситуативно-негативное отношение)</w:t>
      </w:r>
      <w:r w:rsidRPr="00244D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4DEF">
        <w:rPr>
          <w:rFonts w:ascii="Times New Roman" w:hAnsi="Times New Roman"/>
          <w:sz w:val="24"/>
          <w:szCs w:val="24"/>
        </w:rPr>
        <w:t>- ценность здоровья невысока в сознании подростка. Размышле</w:t>
      </w:r>
      <w:r w:rsidRPr="00244DEF">
        <w:rPr>
          <w:rFonts w:ascii="Times New Roman" w:hAnsi="Times New Roman"/>
          <w:sz w:val="24"/>
          <w:szCs w:val="24"/>
        </w:rPr>
        <w:softHyphen/>
        <w:t>ния и разговоры о здоровье и здоровом образе жизни он считает пустой тратой времени, уделом пенсионеров. Ему хочется хоро</w:t>
      </w:r>
      <w:r w:rsidRPr="00244DEF">
        <w:rPr>
          <w:rFonts w:ascii="Times New Roman" w:hAnsi="Times New Roman"/>
          <w:sz w:val="24"/>
          <w:szCs w:val="24"/>
        </w:rPr>
        <w:softHyphen/>
        <w:t>шо, по-спортивному, выглядеть в глазах окружающих, но что-то делать для этого ему откровенно лень. Вредные привычки не кажутся ему такими уж вредными, наоборот, - в них есть некая приятность, шарм. Он наверняка одобрительно усмехнется, ус</w:t>
      </w:r>
      <w:r w:rsidRPr="00244DEF">
        <w:rPr>
          <w:rFonts w:ascii="Times New Roman" w:hAnsi="Times New Roman"/>
          <w:sz w:val="24"/>
          <w:szCs w:val="24"/>
        </w:rPr>
        <w:softHyphen/>
        <w:t>лышав фразу «кто не курит и не пьет, тот здоровеньким помрет».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-15 до -28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(устойчиво-негативное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собственное здоровье, тем более здоровье окружающих, не представляет для подростка сколь-нибудь значимой ценнос</w:t>
      </w:r>
      <w:r w:rsidRPr="00244DEF">
        <w:rPr>
          <w:rFonts w:ascii="Times New Roman" w:hAnsi="Times New Roman"/>
          <w:sz w:val="24"/>
          <w:szCs w:val="24"/>
        </w:rPr>
        <w:softHyphen/>
        <w:t>ти. Ему либо вовсе наплевать на свое физическое состояние, либо он ненавидит все то, что связано с его телесной жизнью (последний случай реален при условии низкого самопринятия подростка). 3аботящихся о своем здоровье он презирает. Свои вредные привычки полагает делом абсолютно естественным и, может быть, даже гордится ими. При случае он не преминет высмеять все, что связано с темой здоровья, физической куль</w:t>
      </w:r>
      <w:r w:rsidRPr="00244DEF">
        <w:rPr>
          <w:rFonts w:ascii="Times New Roman" w:hAnsi="Times New Roman"/>
          <w:sz w:val="24"/>
          <w:szCs w:val="24"/>
        </w:rPr>
        <w:softHyphen/>
        <w:t>туры и спорта.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4DEF">
        <w:rPr>
          <w:rFonts w:ascii="Times New Roman" w:hAnsi="Times New Roman"/>
          <w:b/>
          <w:bCs/>
          <w:sz w:val="24"/>
          <w:szCs w:val="24"/>
        </w:rPr>
        <w:t>Отношени</w:t>
      </w:r>
      <w:r>
        <w:rPr>
          <w:rFonts w:ascii="Times New Roman" w:hAnsi="Times New Roman"/>
          <w:b/>
          <w:bCs/>
          <w:sz w:val="24"/>
          <w:szCs w:val="24"/>
        </w:rPr>
        <w:t>е подростка к своему внутреннему миру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+15 до +28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подросток принимает себя таким, какой он есть. Он ве</w:t>
      </w:r>
      <w:r w:rsidRPr="00244DEF">
        <w:rPr>
          <w:rFonts w:ascii="Times New Roman" w:hAnsi="Times New Roman"/>
          <w:sz w:val="24"/>
          <w:szCs w:val="24"/>
        </w:rPr>
        <w:softHyphen/>
        <w:t>рит в свои силы и возможности, честно относится к себе, искре</w:t>
      </w:r>
      <w:r w:rsidRPr="00244DEF">
        <w:rPr>
          <w:rFonts w:ascii="Times New Roman" w:hAnsi="Times New Roman"/>
          <w:sz w:val="24"/>
          <w:szCs w:val="24"/>
        </w:rPr>
        <w:softHyphen/>
        <w:t>нен в проявлении чувств. Комфортно чувствует себя даже в не</w:t>
      </w:r>
      <w:r w:rsidRPr="00244DEF">
        <w:rPr>
          <w:rFonts w:ascii="Times New Roman" w:hAnsi="Times New Roman"/>
          <w:sz w:val="24"/>
          <w:szCs w:val="24"/>
        </w:rPr>
        <w:softHyphen/>
        <w:t>знакомой компании. Он не боится одиночества, минуты уедине</w:t>
      </w:r>
      <w:r w:rsidRPr="00244DEF">
        <w:rPr>
          <w:rFonts w:ascii="Times New Roman" w:hAnsi="Times New Roman"/>
          <w:sz w:val="24"/>
          <w:szCs w:val="24"/>
        </w:rPr>
        <w:softHyphen/>
        <w:t>ния для него важны и плодотворны. Он стойко переносит лич</w:t>
      </w:r>
      <w:r w:rsidRPr="00244DEF">
        <w:rPr>
          <w:rFonts w:ascii="Times New Roman" w:hAnsi="Times New Roman"/>
          <w:sz w:val="24"/>
          <w:szCs w:val="24"/>
        </w:rPr>
        <w:softHyphen/>
        <w:t>ные неурядицы, не боится показаться смешным.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+1 до +14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(ситуативно-позитивное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принимая себя в целом, подросток все же может испы</w:t>
      </w:r>
      <w:r w:rsidRPr="00244DEF">
        <w:rPr>
          <w:rFonts w:ascii="Times New Roman" w:hAnsi="Times New Roman"/>
          <w:sz w:val="24"/>
          <w:szCs w:val="24"/>
        </w:rPr>
        <w:softHyphen/>
        <w:t>тывать неловкость по поводу некоторых своих особенностей. Он думает о себе как о человеке, который симпатичен для других, но некий червь сомнения и неуверенности все-таки подтачивает его. Ему хотелось бы и сейчас, и в будущем гарантировать себя от попадания в смешные положения и ситуации. Он несколько тяготится уединенным положением и по возможности старается чем-либо (слушанием музыки, просмотром видеофильмов и т.д.) заместить его.</w:t>
      </w:r>
    </w:p>
    <w:p w:rsidR="00B714FB" w:rsidRPr="00244DEF" w:rsidRDefault="00B714FB" w:rsidP="000F2B7C">
      <w:pPr>
        <w:widowControl w:val="0"/>
        <w:tabs>
          <w:tab w:val="left" w:pos="4516"/>
        </w:tabs>
        <w:autoSpaceDE w:val="0"/>
        <w:autoSpaceDN w:val="0"/>
        <w:adjustRightInd w:val="0"/>
        <w:spacing w:line="240" w:lineRule="auto"/>
        <w:ind w:firstLine="297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 до -14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баллов (ситуативно-негативное отношение) </w:t>
      </w:r>
      <w:r w:rsidRPr="00244DEF">
        <w:rPr>
          <w:rFonts w:ascii="Times New Roman" w:hAnsi="Times New Roman"/>
          <w:sz w:val="24"/>
          <w:szCs w:val="24"/>
        </w:rPr>
        <w:t>- подросток принимает себя таким, какой он есть, лишь в от</w:t>
      </w:r>
      <w:r w:rsidRPr="00244DEF">
        <w:rPr>
          <w:rFonts w:ascii="Times New Roman" w:hAnsi="Times New Roman"/>
          <w:sz w:val="24"/>
          <w:szCs w:val="24"/>
        </w:rPr>
        <w:softHyphen/>
        <w:t>дельные моменты своей повседневной жизни. Ему все время хочется «выпрыгнуть» из своей «шкуры», немедленно оказаться красивым, богатым и знаменитым. Его кумиры, как правило, именно такие. В глубине души он надеется на свою привлека</w:t>
      </w:r>
      <w:r w:rsidRPr="00244DEF">
        <w:rPr>
          <w:rFonts w:ascii="Times New Roman" w:hAnsi="Times New Roman"/>
          <w:sz w:val="24"/>
          <w:szCs w:val="24"/>
        </w:rPr>
        <w:softHyphen/>
        <w:t>тельность для других, но уверен, что они в первую очередь видятего недостатки. Одиночество одновременно и тягостно для него, и спасительно. В обществе сверстников он предпочитает быть на вторых ролях.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Pr="00244DEF">
        <w:rPr>
          <w:rFonts w:ascii="Times New Roman" w:hAnsi="Times New Roman"/>
          <w:b/>
          <w:bCs/>
          <w:sz w:val="24"/>
          <w:szCs w:val="24"/>
        </w:rPr>
        <w:t xml:space="preserve">-15 до -28 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t>баллов (устойчиво-негативное отноше</w:t>
      </w:r>
      <w:r w:rsidRPr="00244DE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ние) </w:t>
      </w:r>
      <w:r w:rsidRPr="00244DEF">
        <w:rPr>
          <w:rFonts w:ascii="Times New Roman" w:hAnsi="Times New Roman"/>
          <w:sz w:val="24"/>
          <w:szCs w:val="24"/>
        </w:rPr>
        <w:t>- подросток не принимает себя, считает себя заурядным и недостойным внимания других. Он ненавидит свое отражение в зеркале (свою речь, свою одежду и т.д.). Любое изменение си</w:t>
      </w:r>
      <w:r w:rsidRPr="00244DEF">
        <w:rPr>
          <w:rFonts w:ascii="Times New Roman" w:hAnsi="Times New Roman"/>
          <w:sz w:val="24"/>
          <w:szCs w:val="24"/>
        </w:rPr>
        <w:softHyphen/>
        <w:t>туации воспринимает как потенциально катастрофичное для него по последствиям. Оказавшись в одиночестве, начинает зани</w:t>
      </w:r>
      <w:r w:rsidRPr="00244DEF">
        <w:rPr>
          <w:rFonts w:ascii="Times New Roman" w:hAnsi="Times New Roman"/>
          <w:sz w:val="24"/>
          <w:szCs w:val="24"/>
        </w:rPr>
        <w:softHyphen/>
        <w:t>маться «мазохистским самокопанием» и «самоедством». Соб</w:t>
      </w:r>
      <w:r w:rsidRPr="00244DEF">
        <w:rPr>
          <w:rFonts w:ascii="Times New Roman" w:hAnsi="Times New Roman"/>
          <w:sz w:val="24"/>
          <w:szCs w:val="24"/>
        </w:rPr>
        <w:softHyphen/>
        <w:t>ственная неполноценность является его навязчивой идеей. Он испытывает острое чувство вины за то, что он вообще есть, ко</w:t>
      </w:r>
      <w:r w:rsidRPr="00244DEF">
        <w:rPr>
          <w:rFonts w:ascii="Times New Roman" w:hAnsi="Times New Roman"/>
          <w:sz w:val="24"/>
          <w:szCs w:val="24"/>
        </w:rPr>
        <w:softHyphen/>
        <w:t>торое в будущем может обернуться болезненным стремлением доминировать над окружающими.</w:t>
      </w:r>
    </w:p>
    <w:p w:rsidR="00B714FB" w:rsidRPr="00244DEF" w:rsidRDefault="00B714FB" w:rsidP="000F2B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Таким образом, если сумма баллов по той или иной шкале составляет:</w:t>
      </w:r>
    </w:p>
    <w:p w:rsidR="00B714FB" w:rsidRPr="00085754" w:rsidRDefault="00B714FB" w:rsidP="000F2B7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5754">
        <w:rPr>
          <w:rFonts w:ascii="Times New Roman" w:hAnsi="Times New Roman"/>
          <w:b/>
          <w:sz w:val="24"/>
          <w:szCs w:val="24"/>
        </w:rPr>
        <w:t>от -  28 до – 14, то условно можно говорить об устойчиво-негативном отношении школьника к данной ценности;</w:t>
      </w:r>
    </w:p>
    <w:p w:rsidR="00B714FB" w:rsidRPr="00085754" w:rsidRDefault="00B714FB" w:rsidP="000F2B7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5754">
        <w:rPr>
          <w:rFonts w:ascii="Times New Roman" w:hAnsi="Times New Roman"/>
          <w:b/>
          <w:sz w:val="24"/>
          <w:szCs w:val="24"/>
        </w:rPr>
        <w:t>от  - 14 до 0 – о ситуативно-негативном отношении;</w:t>
      </w:r>
    </w:p>
    <w:p w:rsidR="00B714FB" w:rsidRPr="00085754" w:rsidRDefault="00B714FB" w:rsidP="000F2B7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5754">
        <w:rPr>
          <w:rFonts w:ascii="Times New Roman" w:hAnsi="Times New Roman"/>
          <w:b/>
          <w:sz w:val="24"/>
          <w:szCs w:val="24"/>
        </w:rPr>
        <w:t>от 0 до 14 – о ситуативно-позитивном отношении;</w:t>
      </w:r>
    </w:p>
    <w:p w:rsidR="00B714FB" w:rsidRPr="00085754" w:rsidRDefault="00B714FB" w:rsidP="000F2B7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5754">
        <w:rPr>
          <w:rFonts w:ascii="Times New Roman" w:hAnsi="Times New Roman"/>
          <w:b/>
          <w:sz w:val="24"/>
          <w:szCs w:val="24"/>
        </w:rPr>
        <w:t>от 14 до 28 – об устойчиво-позитивном отношении.</w:t>
      </w:r>
    </w:p>
    <w:p w:rsidR="00B714FB" w:rsidRDefault="00B714FB" w:rsidP="000F2B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Если определить средний балл по всем 10 шкалам (интегративный показатель личностного развития школьника), то можно получить более-менее целостное представление о характере отношений школьника ко всем базовым ценностям и сделать вывод о возможных перспективах его личностного роста.</w:t>
      </w:r>
    </w:p>
    <w:p w:rsidR="00B714FB" w:rsidRPr="00244DEF" w:rsidRDefault="00B714FB" w:rsidP="000F2B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Результаты первой части опросника можно оформить в обобщающие (10-ть) таблицы  и  сводную (1-у )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1"/>
        <w:gridCol w:w="977"/>
        <w:gridCol w:w="652"/>
        <w:gridCol w:w="652"/>
        <w:gridCol w:w="652"/>
        <w:gridCol w:w="653"/>
        <w:gridCol w:w="653"/>
        <w:gridCol w:w="653"/>
        <w:gridCol w:w="653"/>
        <w:gridCol w:w="653"/>
        <w:gridCol w:w="653"/>
        <w:gridCol w:w="658"/>
        <w:gridCol w:w="658"/>
      </w:tblGrid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1. Характер отношений школьников к Отечеству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</w:t>
            </w:r>
          </w:p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2. Характер отношений школьников к Земле, родной природе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3. Характер отношений школьников к миру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4. Характер отношений школьников к труду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5. Характер отношений школьников к культуре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6. Характер отношений школьников к знаниям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7. Характер отношений школьников к другим людям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8. Характер отношений школьников к иным людям, к людям иной культуры, иной национальности, веры и т.п.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9. Характер отношений к своему здоровью, своему телесному «Я»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Таблица 10. Характер отношений школьников к своему внутреннему миру, своему душевному «Я» (% школьников)</w:t>
            </w:r>
          </w:p>
        </w:tc>
      </w:tr>
      <w:tr w:rsidR="00B714FB" w:rsidRPr="00244DEF" w:rsidTr="00011E81"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rPr>
          <w:trHeight w:val="716"/>
        </w:trPr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rPr>
          <w:trHeight w:val="716"/>
        </w:trPr>
        <w:tc>
          <w:tcPr>
            <w:tcW w:w="9571" w:type="dxa"/>
            <w:gridSpan w:val="13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Сводная таблица. Характер отношений школьников к базовым общественным ценностям (% школьников)</w:t>
            </w:r>
          </w:p>
        </w:tc>
      </w:tr>
      <w:tr w:rsidR="00B714FB" w:rsidRPr="00244DEF" w:rsidTr="00011E81">
        <w:trPr>
          <w:trHeight w:val="286"/>
        </w:trPr>
        <w:tc>
          <w:tcPr>
            <w:tcW w:w="1404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Характер отношений</w:t>
            </w:r>
          </w:p>
        </w:tc>
        <w:tc>
          <w:tcPr>
            <w:tcW w:w="8167" w:type="dxa"/>
            <w:gridSpan w:val="12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</w:tr>
      <w:tr w:rsidR="00B714FB" w:rsidRPr="00244DEF" w:rsidTr="00011E81">
        <w:trPr>
          <w:trHeight w:val="308"/>
        </w:trPr>
        <w:tc>
          <w:tcPr>
            <w:tcW w:w="1404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011E81">
        <w:trPr>
          <w:trHeight w:val="525"/>
        </w:trPr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rPr>
          <w:trHeight w:val="525"/>
        </w:trPr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Ситуативно-негативное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rPr>
          <w:trHeight w:val="525"/>
        </w:trPr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Ситуативно-позитивное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rPr>
          <w:trHeight w:val="525"/>
        </w:trPr>
        <w:tc>
          <w:tcPr>
            <w:tcW w:w="140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Устойчиво-позитивное</w:t>
            </w:r>
          </w:p>
        </w:tc>
        <w:tc>
          <w:tcPr>
            <w:tcW w:w="977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4FB" w:rsidRPr="00244DEF" w:rsidRDefault="00B714FB" w:rsidP="000F2B7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14FB" w:rsidRDefault="00B714FB" w:rsidP="000F2B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B714FB" w:rsidRDefault="00B714FB" w:rsidP="000F2B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Затем </w:t>
      </w:r>
      <w:r w:rsidRPr="00244DEF">
        <w:rPr>
          <w:rFonts w:ascii="Times New Roman" w:hAnsi="Times New Roman"/>
          <w:sz w:val="24"/>
          <w:szCs w:val="24"/>
        </w:rPr>
        <w:t xml:space="preserve"> осуществляется обработка результатов второй части опросника «Личностный рост». </w:t>
      </w:r>
    </w:p>
    <w:p w:rsidR="00B714FB" w:rsidRPr="00244DEF" w:rsidRDefault="00B714FB" w:rsidP="000F2B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244DEF">
        <w:rPr>
          <w:rFonts w:ascii="Times New Roman" w:hAnsi="Times New Roman"/>
          <w:sz w:val="24"/>
          <w:szCs w:val="24"/>
        </w:rPr>
        <w:t>Для этого определяется количество школьников каждого класса, принявших участие в организованных образовательным учреждением социально ориентированных акциях и общественно-полезных делах. Определяется также и статус их участия: «О» - организаторы, «У» - участники. Результаты заносятся в следующую таблицу, наглядно показывающую, какой опыт самостоятельного целостно-ориентированного социального действия приобретают школьники в образовательном учреждении.</w:t>
      </w:r>
    </w:p>
    <w:p w:rsidR="00B714FB" w:rsidRPr="00244DEF" w:rsidRDefault="00B714FB" w:rsidP="000F2B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6"/>
        <w:gridCol w:w="413"/>
        <w:gridCol w:w="414"/>
        <w:gridCol w:w="496"/>
        <w:gridCol w:w="497"/>
        <w:gridCol w:w="496"/>
        <w:gridCol w:w="496"/>
        <w:gridCol w:w="496"/>
        <w:gridCol w:w="496"/>
        <w:gridCol w:w="496"/>
        <w:gridCol w:w="496"/>
        <w:gridCol w:w="567"/>
        <w:gridCol w:w="567"/>
        <w:gridCol w:w="567"/>
        <w:gridCol w:w="567"/>
        <w:gridCol w:w="567"/>
        <w:gridCol w:w="567"/>
        <w:gridCol w:w="496"/>
        <w:gridCol w:w="497"/>
        <w:gridCol w:w="496"/>
        <w:gridCol w:w="496"/>
        <w:gridCol w:w="496"/>
        <w:gridCol w:w="496"/>
        <w:gridCol w:w="496"/>
        <w:gridCol w:w="496"/>
      </w:tblGrid>
      <w:tr w:rsidR="00B714FB" w:rsidRPr="00244DEF" w:rsidTr="00011E81">
        <w:tc>
          <w:tcPr>
            <w:tcW w:w="2116" w:type="dxa"/>
            <w:vMerge w:val="restart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12167" w:type="dxa"/>
            <w:gridSpan w:val="24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Количество школьников (%) каждого класса, принявших в них участие: в статусе организатора («О») или участника («У»)</w:t>
            </w:r>
          </w:p>
        </w:tc>
      </w:tr>
      <w:tr w:rsidR="00B714FB" w:rsidRPr="00244DEF" w:rsidTr="00011E81">
        <w:tc>
          <w:tcPr>
            <w:tcW w:w="2116" w:type="dxa"/>
            <w:vMerge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5-а</w:t>
            </w: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5-б</w:t>
            </w: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6-а</w:t>
            </w: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6-б</w:t>
            </w: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7-а</w:t>
            </w: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7-б</w:t>
            </w: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8-а</w:t>
            </w: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8-б</w:t>
            </w: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9-а</w:t>
            </w: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9-б</w:t>
            </w: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14FB" w:rsidRPr="00244DEF" w:rsidTr="00BD2DFF">
        <w:tc>
          <w:tcPr>
            <w:tcW w:w="2116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14" w:type="dxa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97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567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567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567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97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96" w:type="dxa"/>
          </w:tcPr>
          <w:p w:rsidR="00B714FB" w:rsidRPr="00244DEF" w:rsidRDefault="00B714FB" w:rsidP="00DD42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</w:tr>
      <w:tr w:rsidR="00B714FB" w:rsidRPr="00244DEF" w:rsidTr="00011E81">
        <w:tc>
          <w:tcPr>
            <w:tcW w:w="2116" w:type="dxa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Беседы, дискуссии, дебаты, круглые столы с представителями общества</w:t>
            </w:r>
          </w:p>
        </w:tc>
        <w:tc>
          <w:tcPr>
            <w:tcW w:w="827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2116" w:type="dxa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Митинги, шествия, распространение наглядной агитации экологической, патриотической, правозащитной, миротворческой и иной гуманитарной направленности</w:t>
            </w:r>
          </w:p>
        </w:tc>
        <w:tc>
          <w:tcPr>
            <w:tcW w:w="827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2116" w:type="dxa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Непосредственная деятельная помощь ветеранам, пожилым людям, инвалидам, детским домам и т.п.</w:t>
            </w:r>
          </w:p>
        </w:tc>
        <w:tc>
          <w:tcPr>
            <w:tcW w:w="827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2116" w:type="dxa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Непосредственное деятельное участие в наведении чистоты и благоустройстве улиц, скверов, парков, лесов, водоемов и прочих социальных и природных объектов</w:t>
            </w:r>
          </w:p>
        </w:tc>
        <w:tc>
          <w:tcPr>
            <w:tcW w:w="827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2116" w:type="dxa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Поисковая деятельность, связанная с захоронением останков воинов, погибших в Великой Отечественной войне, установлением личности погибших воинов, розыском их родственников</w:t>
            </w:r>
          </w:p>
        </w:tc>
        <w:tc>
          <w:tcPr>
            <w:tcW w:w="827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2116" w:type="dxa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Деятельное участие в восстановлении памятников истории и культуры</w:t>
            </w:r>
          </w:p>
        </w:tc>
        <w:tc>
          <w:tcPr>
            <w:tcW w:w="827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2116" w:type="dxa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Оказание деятельной шефской помощи малышам</w:t>
            </w:r>
          </w:p>
        </w:tc>
        <w:tc>
          <w:tcPr>
            <w:tcW w:w="827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4FB" w:rsidRPr="00244DEF" w:rsidTr="00011E81">
        <w:tc>
          <w:tcPr>
            <w:tcW w:w="2116" w:type="dxa"/>
          </w:tcPr>
          <w:p w:rsidR="00B714FB" w:rsidRPr="00244DEF" w:rsidRDefault="00B714FB" w:rsidP="00011E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DEF">
              <w:rPr>
                <w:rFonts w:ascii="Times New Roman" w:hAnsi="Times New Roman"/>
                <w:sz w:val="24"/>
                <w:szCs w:val="24"/>
              </w:rPr>
              <w:t>Деятельное участие в фольклорных, этнографических, краеведческих экспедициях</w:t>
            </w:r>
          </w:p>
        </w:tc>
        <w:tc>
          <w:tcPr>
            <w:tcW w:w="827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14FB" w:rsidRPr="00244DEF" w:rsidRDefault="00B714FB" w:rsidP="00011E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4FB" w:rsidRDefault="00B714FB" w:rsidP="000F2B7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14FB" w:rsidRDefault="00B714FB" w:rsidP="000F2B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Оценка результатов воспитания школьников является результатом профессиональной рефлексии осуществляющих её экспертов и оформляется  в виде экспертного заключения в следующей логике:</w:t>
      </w:r>
    </w:p>
    <w:p w:rsidR="00B714FB" w:rsidRDefault="00B714FB" w:rsidP="000F2B7C">
      <w:pPr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наблюдается </w:t>
      </w:r>
      <w:r w:rsidRPr="000F011E">
        <w:rPr>
          <w:rFonts w:ascii="Times New Roman" w:hAnsi="Times New Roman"/>
          <w:i/>
          <w:sz w:val="24"/>
          <w:szCs w:val="24"/>
        </w:rPr>
        <w:t>негативная динамика</w:t>
      </w:r>
      <w:r>
        <w:rPr>
          <w:rFonts w:ascii="Times New Roman" w:hAnsi="Times New Roman"/>
          <w:sz w:val="24"/>
          <w:szCs w:val="24"/>
        </w:rPr>
        <w:t xml:space="preserve"> личностного развития воспитанников – качество воспитания школьников данного класса признаётся </w:t>
      </w:r>
      <w:r w:rsidRPr="000F011E">
        <w:rPr>
          <w:rFonts w:ascii="Times New Roman" w:hAnsi="Times New Roman"/>
          <w:b/>
          <w:sz w:val="24"/>
          <w:szCs w:val="24"/>
        </w:rPr>
        <w:t>недопустимым;</w:t>
      </w:r>
    </w:p>
    <w:p w:rsidR="00B714FB" w:rsidRDefault="00B714FB" w:rsidP="000F2B7C">
      <w:pPr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наблюдается </w:t>
      </w:r>
      <w:r w:rsidRPr="000F011E">
        <w:rPr>
          <w:rFonts w:ascii="Times New Roman" w:hAnsi="Times New Roman"/>
          <w:i/>
          <w:sz w:val="24"/>
          <w:szCs w:val="24"/>
        </w:rPr>
        <w:t>отсутствие негативной динамики</w:t>
      </w:r>
      <w:r>
        <w:rPr>
          <w:rFonts w:ascii="Times New Roman" w:hAnsi="Times New Roman"/>
          <w:sz w:val="24"/>
          <w:szCs w:val="24"/>
        </w:rPr>
        <w:t xml:space="preserve"> личностного развития воспитанников – качество воспитания школьников данного класса признаётся </w:t>
      </w:r>
      <w:r w:rsidRPr="000F011E">
        <w:rPr>
          <w:rFonts w:ascii="Times New Roman" w:hAnsi="Times New Roman"/>
          <w:b/>
          <w:sz w:val="24"/>
          <w:szCs w:val="24"/>
        </w:rPr>
        <w:t>допустимым</w:t>
      </w:r>
      <w:r>
        <w:rPr>
          <w:rFonts w:ascii="Times New Roman" w:hAnsi="Times New Roman"/>
          <w:sz w:val="24"/>
          <w:szCs w:val="24"/>
        </w:rPr>
        <w:t>;</w:t>
      </w:r>
    </w:p>
    <w:p w:rsidR="00B714FB" w:rsidRDefault="00B714FB" w:rsidP="000F2B7C">
      <w:pPr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наблюдается </w:t>
      </w:r>
      <w:r w:rsidRPr="000F011E">
        <w:rPr>
          <w:rFonts w:ascii="Times New Roman" w:hAnsi="Times New Roman"/>
          <w:i/>
          <w:sz w:val="24"/>
          <w:szCs w:val="24"/>
        </w:rPr>
        <w:t>позитивная динамика</w:t>
      </w:r>
      <w:r>
        <w:rPr>
          <w:rFonts w:ascii="Times New Roman" w:hAnsi="Times New Roman"/>
          <w:sz w:val="24"/>
          <w:szCs w:val="24"/>
        </w:rPr>
        <w:t xml:space="preserve"> личностного развития воспитанников – качество воспитания школьников данного класса признаётся </w:t>
      </w:r>
      <w:r w:rsidRPr="000F011E">
        <w:rPr>
          <w:rFonts w:ascii="Times New Roman" w:hAnsi="Times New Roman"/>
          <w:b/>
          <w:sz w:val="24"/>
          <w:szCs w:val="24"/>
        </w:rPr>
        <w:t>оптимальным.</w:t>
      </w:r>
    </w:p>
    <w:p w:rsidR="00B714FB" w:rsidRDefault="00B714FB"/>
    <w:sectPr w:rsidR="00B714FB" w:rsidSect="000F2B7C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4FB" w:rsidRDefault="00B714FB" w:rsidP="00B71A14">
      <w:pPr>
        <w:spacing w:after="0" w:line="240" w:lineRule="auto"/>
      </w:pPr>
      <w:r>
        <w:separator/>
      </w:r>
    </w:p>
  </w:endnote>
  <w:endnote w:type="continuationSeparator" w:id="0">
    <w:p w:rsidR="00B714FB" w:rsidRDefault="00B714FB" w:rsidP="00B7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ejaVu Sans Condense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4FB" w:rsidRDefault="00B714F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B714FB" w:rsidRDefault="00B714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4FB" w:rsidRDefault="00B714FB" w:rsidP="00B71A14">
      <w:pPr>
        <w:spacing w:after="0" w:line="240" w:lineRule="auto"/>
      </w:pPr>
      <w:r>
        <w:separator/>
      </w:r>
    </w:p>
  </w:footnote>
  <w:footnote w:type="continuationSeparator" w:id="0">
    <w:p w:rsidR="00B714FB" w:rsidRDefault="00B714FB" w:rsidP="00B7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18F9B2"/>
    <w:lvl w:ilvl="0">
      <w:numFmt w:val="bullet"/>
      <w:lvlText w:val="*"/>
      <w:lvlJc w:val="left"/>
    </w:lvl>
  </w:abstractNum>
  <w:abstractNum w:abstractNumId="1">
    <w:nsid w:val="03B267DC"/>
    <w:multiLevelType w:val="multilevel"/>
    <w:tmpl w:val="82B616F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>
    <w:nsid w:val="046F4A52"/>
    <w:multiLevelType w:val="hybridMultilevel"/>
    <w:tmpl w:val="087E2F3E"/>
    <w:lvl w:ilvl="0" w:tplc="50F436C2">
      <w:start w:val="1"/>
      <w:numFmt w:val="decimal"/>
      <w:lvlText w:val="%1."/>
      <w:lvlJc w:val="left"/>
      <w:pPr>
        <w:ind w:left="6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3">
    <w:nsid w:val="05A37744"/>
    <w:multiLevelType w:val="hybridMultilevel"/>
    <w:tmpl w:val="8710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49322B"/>
    <w:multiLevelType w:val="hybridMultilevel"/>
    <w:tmpl w:val="087E2F3E"/>
    <w:lvl w:ilvl="0" w:tplc="50F436C2">
      <w:start w:val="1"/>
      <w:numFmt w:val="decimal"/>
      <w:lvlText w:val="%1."/>
      <w:lvlJc w:val="left"/>
      <w:pPr>
        <w:ind w:left="6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5">
    <w:nsid w:val="07823C07"/>
    <w:multiLevelType w:val="hybridMultilevel"/>
    <w:tmpl w:val="087E2F3E"/>
    <w:lvl w:ilvl="0" w:tplc="50F436C2">
      <w:start w:val="1"/>
      <w:numFmt w:val="decimal"/>
      <w:lvlText w:val="%1."/>
      <w:lvlJc w:val="left"/>
      <w:pPr>
        <w:ind w:left="6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6">
    <w:nsid w:val="0A237F62"/>
    <w:multiLevelType w:val="hybridMultilevel"/>
    <w:tmpl w:val="69FC58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A9A6374"/>
    <w:multiLevelType w:val="hybridMultilevel"/>
    <w:tmpl w:val="577E02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647F89"/>
    <w:multiLevelType w:val="hybridMultilevel"/>
    <w:tmpl w:val="113EC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CE34C0"/>
    <w:multiLevelType w:val="hybridMultilevel"/>
    <w:tmpl w:val="E0E8A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F30BE8"/>
    <w:multiLevelType w:val="hybridMultilevel"/>
    <w:tmpl w:val="E6D07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D41550"/>
    <w:multiLevelType w:val="hybridMultilevel"/>
    <w:tmpl w:val="31CA87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2F6E8C"/>
    <w:multiLevelType w:val="hybridMultilevel"/>
    <w:tmpl w:val="7C96EC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F3E46"/>
    <w:multiLevelType w:val="hybridMultilevel"/>
    <w:tmpl w:val="AE8A57FA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0113C0"/>
    <w:multiLevelType w:val="hybridMultilevel"/>
    <w:tmpl w:val="B8BCB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7285D4F"/>
    <w:multiLevelType w:val="hybridMultilevel"/>
    <w:tmpl w:val="8710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FF51B2"/>
    <w:multiLevelType w:val="hybridMultilevel"/>
    <w:tmpl w:val="3A44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B86B15"/>
    <w:multiLevelType w:val="hybridMultilevel"/>
    <w:tmpl w:val="4C00F9B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05C7630"/>
    <w:multiLevelType w:val="hybridMultilevel"/>
    <w:tmpl w:val="A79A4620"/>
    <w:lvl w:ilvl="0" w:tplc="DB248A8C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09A4DC8"/>
    <w:multiLevelType w:val="hybridMultilevel"/>
    <w:tmpl w:val="0486C2A8"/>
    <w:lvl w:ilvl="0" w:tplc="47DC3AAA">
      <w:start w:val="1"/>
      <w:numFmt w:val="decimal"/>
      <w:lvlText w:val="%1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0">
    <w:nsid w:val="3A0C239C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1">
    <w:nsid w:val="3AA6245A"/>
    <w:multiLevelType w:val="hybridMultilevel"/>
    <w:tmpl w:val="2F6CC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18125C"/>
    <w:multiLevelType w:val="hybridMultilevel"/>
    <w:tmpl w:val="F07C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DE0481"/>
    <w:multiLevelType w:val="hybridMultilevel"/>
    <w:tmpl w:val="051A0D9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1F31E9E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77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5">
    <w:nsid w:val="53825821"/>
    <w:multiLevelType w:val="hybridMultilevel"/>
    <w:tmpl w:val="0A14F70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54075DDD"/>
    <w:multiLevelType w:val="hybridMultilevel"/>
    <w:tmpl w:val="4E24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3860BB"/>
    <w:multiLevelType w:val="hybridMultilevel"/>
    <w:tmpl w:val="50A672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C9504E0"/>
    <w:multiLevelType w:val="hybridMultilevel"/>
    <w:tmpl w:val="087E2F3E"/>
    <w:lvl w:ilvl="0" w:tplc="50F436C2">
      <w:start w:val="1"/>
      <w:numFmt w:val="decimal"/>
      <w:lvlText w:val="%1."/>
      <w:lvlJc w:val="left"/>
      <w:pPr>
        <w:ind w:left="6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29">
    <w:nsid w:val="5DA37EFB"/>
    <w:multiLevelType w:val="hybridMultilevel"/>
    <w:tmpl w:val="53AEB9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171C93"/>
    <w:multiLevelType w:val="hybridMultilevel"/>
    <w:tmpl w:val="B3C89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34728B"/>
    <w:multiLevelType w:val="hybridMultilevel"/>
    <w:tmpl w:val="183AAE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77D6E8E"/>
    <w:multiLevelType w:val="hybridMultilevel"/>
    <w:tmpl w:val="212E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A854CD7"/>
    <w:multiLevelType w:val="hybridMultilevel"/>
    <w:tmpl w:val="3AB45E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DF6088"/>
    <w:multiLevelType w:val="hybridMultilevel"/>
    <w:tmpl w:val="0C18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9AF7FB3"/>
    <w:multiLevelType w:val="hybridMultilevel"/>
    <w:tmpl w:val="6F3E37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A3216D9"/>
    <w:multiLevelType w:val="hybridMultilevel"/>
    <w:tmpl w:val="E0F6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C23C21"/>
    <w:multiLevelType w:val="hybridMultilevel"/>
    <w:tmpl w:val="1F4CFD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33"/>
  </w:num>
  <w:num w:numId="4">
    <w:abstractNumId w:val="21"/>
  </w:num>
  <w:num w:numId="5">
    <w:abstractNumId w:val="9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4"/>
  </w:num>
  <w:num w:numId="9">
    <w:abstractNumId w:val="11"/>
  </w:num>
  <w:num w:numId="10">
    <w:abstractNumId w:val="26"/>
  </w:num>
  <w:num w:numId="11">
    <w:abstractNumId w:val="32"/>
  </w:num>
  <w:num w:numId="12">
    <w:abstractNumId w:val="10"/>
  </w:num>
  <w:num w:numId="13">
    <w:abstractNumId w:val="37"/>
  </w:num>
  <w:num w:numId="14">
    <w:abstractNumId w:val="8"/>
  </w:num>
  <w:num w:numId="15">
    <w:abstractNumId w:val="24"/>
  </w:num>
  <w:num w:numId="16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Arial" w:hAnsi="Arial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Arial" w:hAnsi="Arial" w:hint="default"/>
        </w:rPr>
      </w:lvl>
    </w:lvlOverride>
  </w:num>
  <w:num w:numId="21">
    <w:abstractNumId w:val="3"/>
  </w:num>
  <w:num w:numId="22">
    <w:abstractNumId w:val="15"/>
  </w:num>
  <w:num w:numId="23">
    <w:abstractNumId w:val="30"/>
  </w:num>
  <w:num w:numId="24">
    <w:abstractNumId w:val="20"/>
  </w:num>
  <w:num w:numId="25">
    <w:abstractNumId w:val="6"/>
  </w:num>
  <w:num w:numId="26">
    <w:abstractNumId w:val="18"/>
  </w:num>
  <w:num w:numId="27">
    <w:abstractNumId w:val="31"/>
  </w:num>
  <w:num w:numId="28">
    <w:abstractNumId w:val="23"/>
  </w:num>
  <w:num w:numId="29">
    <w:abstractNumId w:val="17"/>
  </w:num>
  <w:num w:numId="30">
    <w:abstractNumId w:val="7"/>
  </w:num>
  <w:num w:numId="31">
    <w:abstractNumId w:val="19"/>
  </w:num>
  <w:num w:numId="32">
    <w:abstractNumId w:val="34"/>
  </w:num>
  <w:num w:numId="33">
    <w:abstractNumId w:val="36"/>
  </w:num>
  <w:num w:numId="34">
    <w:abstractNumId w:val="35"/>
  </w:num>
  <w:num w:numId="35">
    <w:abstractNumId w:val="16"/>
  </w:num>
  <w:num w:numId="36">
    <w:abstractNumId w:val="13"/>
  </w:num>
  <w:num w:numId="37">
    <w:abstractNumId w:val="29"/>
  </w:num>
  <w:num w:numId="38">
    <w:abstractNumId w:val="12"/>
  </w:num>
  <w:num w:numId="39">
    <w:abstractNumId w:val="5"/>
  </w:num>
  <w:num w:numId="40">
    <w:abstractNumId w:val="4"/>
  </w:num>
  <w:num w:numId="41">
    <w:abstractNumId w:val="28"/>
  </w:num>
  <w:num w:numId="4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B7C"/>
    <w:rsid w:val="00011E81"/>
    <w:rsid w:val="00085754"/>
    <w:rsid w:val="00093E4E"/>
    <w:rsid w:val="000F011E"/>
    <w:rsid w:val="000F2246"/>
    <w:rsid w:val="000F2B7C"/>
    <w:rsid w:val="00102BD3"/>
    <w:rsid w:val="00244DEF"/>
    <w:rsid w:val="002806D6"/>
    <w:rsid w:val="00354E0F"/>
    <w:rsid w:val="003F70A8"/>
    <w:rsid w:val="007640A7"/>
    <w:rsid w:val="008C038F"/>
    <w:rsid w:val="008E086D"/>
    <w:rsid w:val="009C2145"/>
    <w:rsid w:val="009C5B63"/>
    <w:rsid w:val="009C62FA"/>
    <w:rsid w:val="009F78B4"/>
    <w:rsid w:val="00AE3C8F"/>
    <w:rsid w:val="00B56690"/>
    <w:rsid w:val="00B714FB"/>
    <w:rsid w:val="00B71A14"/>
    <w:rsid w:val="00BD2DFF"/>
    <w:rsid w:val="00BF6FAF"/>
    <w:rsid w:val="00CA220C"/>
    <w:rsid w:val="00DD4282"/>
    <w:rsid w:val="00F2302A"/>
    <w:rsid w:val="00F31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B7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F2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2B7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0F2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F2B7C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rsid w:val="000F2B7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2B7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F2B7C"/>
  </w:style>
  <w:style w:type="paragraph" w:customStyle="1" w:styleId="Osnova">
    <w:name w:val="Osnova"/>
    <w:basedOn w:val="Normal"/>
    <w:uiPriority w:val="99"/>
    <w:rsid w:val="000F2B7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table" w:styleId="TableGrid">
    <w:name w:val="Table Grid"/>
    <w:basedOn w:val="TableNormal"/>
    <w:uiPriority w:val="99"/>
    <w:rsid w:val="000F2B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0F2B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F2B7C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rsid w:val="000F2B7C"/>
    <w:pPr>
      <w:spacing w:before="30" w:after="3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0F2B7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F2B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Базовый"/>
    <w:uiPriority w:val="99"/>
    <w:rsid w:val="000F2B7C"/>
    <w:pPr>
      <w:tabs>
        <w:tab w:val="left" w:pos="708"/>
      </w:tabs>
      <w:suppressAutoHyphens/>
      <w:spacing w:after="200" w:line="276" w:lineRule="auto"/>
    </w:pPr>
    <w:rPr>
      <w:rFonts w:ascii="Times New Roman" w:hAnsi="Times New Roman" w:cs="DejaVu Sans Condensed"/>
      <w:sz w:val="24"/>
      <w:szCs w:val="24"/>
      <w:lang w:eastAsia="zh-CN" w:bidi="hi-IN"/>
    </w:rPr>
  </w:style>
  <w:style w:type="character" w:styleId="Strong">
    <w:name w:val="Strong"/>
    <w:basedOn w:val="DefaultParagraphFont"/>
    <w:uiPriority w:val="99"/>
    <w:qFormat/>
    <w:rsid w:val="000F2B7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F2B7C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32</Pages>
  <Words>7054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2012-05-14T05:45:00Z</dcterms:created>
  <dcterms:modified xsi:type="dcterms:W3CDTF">2012-05-18T08:20:00Z</dcterms:modified>
</cp:coreProperties>
</file>